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79539" w14:textId="1C5E82EC" w:rsidR="00D43B60" w:rsidRPr="00064786" w:rsidRDefault="00A372FF" w:rsidP="00D43B60">
      <w:pPr>
        <w:pStyle w:val="PIDachzeile"/>
        <w:tabs>
          <w:tab w:val="left" w:pos="1309"/>
        </w:tabs>
        <w:ind w:right="3490"/>
        <w:rPr>
          <w:iCs w:val="0"/>
          <w:szCs w:val="22"/>
        </w:rPr>
      </w:pPr>
      <w:r w:rsidRPr="00064786">
        <w:rPr>
          <w:b/>
          <w:bCs/>
          <w:noProof/>
          <w:sz w:val="28"/>
          <w:szCs w:val="28"/>
          <w:u w:val="none"/>
        </w:rPr>
        <mc:AlternateContent>
          <mc:Choice Requires="wps">
            <w:drawing>
              <wp:anchor distT="0" distB="0" distL="114300" distR="114300" simplePos="0" relativeHeight="251658240" behindDoc="0" locked="0" layoutInCell="1" allowOverlap="1" wp14:anchorId="76BD1383" wp14:editId="6B73FA41">
                <wp:simplePos x="0" y="0"/>
                <wp:positionH relativeFrom="column">
                  <wp:posOffset>3642995</wp:posOffset>
                </wp:positionH>
                <wp:positionV relativeFrom="paragraph">
                  <wp:posOffset>2540</wp:posOffset>
                </wp:positionV>
                <wp:extent cx="2633980" cy="3330575"/>
                <wp:effectExtent l="0" t="0" r="0" b="317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77777777" w:rsidR="00816731" w:rsidRPr="00166725" w:rsidRDefault="00816731"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4CDB389A" w14:textId="77777777" w:rsidR="00816731" w:rsidRDefault="00816731"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BD1383" id="_x0000_t202" coordsize="21600,21600" o:spt="202" path="m,l,21600r21600,l21600,xe">
                <v:stroke joinstyle="miter"/>
                <v:path gradientshapeok="t" o:connecttype="rect"/>
              </v:shapetype>
              <v:shape id="Text Box 5" o:spid="_x0000_s1026" type="#_x0000_t202" style="position:absolute;margin-left:286.85pt;margin-top:.2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77777777" w:rsidR="00816731" w:rsidRPr="00166725" w:rsidRDefault="00816731"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4CDB389A" w14:textId="77777777" w:rsidR="00816731" w:rsidRDefault="00816731"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v:textbox>
              </v:shape>
            </w:pict>
          </mc:Fallback>
        </mc:AlternateContent>
      </w:r>
      <w:r w:rsidR="008F0530">
        <w:rPr>
          <w:iCs w:val="0"/>
          <w:szCs w:val="22"/>
        </w:rPr>
        <w:t xml:space="preserve">Mehr Funktion in </w:t>
      </w:r>
      <w:proofErr w:type="spellStart"/>
      <w:r w:rsidR="008D74A4">
        <w:rPr>
          <w:iCs w:val="0"/>
          <w:szCs w:val="22"/>
        </w:rPr>
        <w:t>Eplan</w:t>
      </w:r>
      <w:proofErr w:type="spellEnd"/>
      <w:r w:rsidR="008D74A4">
        <w:rPr>
          <w:iCs w:val="0"/>
          <w:szCs w:val="22"/>
        </w:rPr>
        <w:t xml:space="preserve"> </w:t>
      </w:r>
      <w:proofErr w:type="spellStart"/>
      <w:r w:rsidR="008D74A4">
        <w:rPr>
          <w:iCs w:val="0"/>
          <w:szCs w:val="22"/>
        </w:rPr>
        <w:t>eView</w:t>
      </w:r>
      <w:proofErr w:type="spellEnd"/>
      <w:r w:rsidR="008D74A4">
        <w:rPr>
          <w:iCs w:val="0"/>
          <w:szCs w:val="22"/>
        </w:rPr>
        <w:t xml:space="preserve"> Free</w:t>
      </w:r>
      <w:r w:rsidR="00824A4B">
        <w:rPr>
          <w:iCs w:val="0"/>
          <w:szCs w:val="22"/>
        </w:rPr>
        <w:t xml:space="preserve"> </w:t>
      </w:r>
    </w:p>
    <w:p w14:paraId="4CC4A5CD" w14:textId="0E6AF8BC" w:rsidR="00602D90" w:rsidRDefault="00256109" w:rsidP="00317F22">
      <w:pPr>
        <w:pStyle w:val="PIDachzeile"/>
        <w:tabs>
          <w:tab w:val="left" w:pos="5580"/>
        </w:tabs>
        <w:ind w:right="3493"/>
        <w:rPr>
          <w:b/>
          <w:bCs/>
          <w:i w:val="0"/>
          <w:noProof/>
          <w:sz w:val="28"/>
          <w:szCs w:val="28"/>
          <w:u w:val="none"/>
        </w:rPr>
      </w:pPr>
      <w:r>
        <w:rPr>
          <w:b/>
          <w:bCs/>
          <w:i w:val="0"/>
          <w:noProof/>
          <w:sz w:val="28"/>
          <w:szCs w:val="28"/>
          <w:u w:val="none"/>
        </w:rPr>
        <w:t xml:space="preserve">Schaltschrank in 3D: </w:t>
      </w:r>
      <w:r w:rsidR="00996580">
        <w:rPr>
          <w:b/>
          <w:bCs/>
          <w:i w:val="0"/>
          <w:noProof/>
          <w:sz w:val="28"/>
          <w:szCs w:val="28"/>
          <w:u w:val="none"/>
        </w:rPr>
        <w:t>Mehr</w:t>
      </w:r>
      <w:r>
        <w:rPr>
          <w:b/>
          <w:bCs/>
          <w:i w:val="0"/>
          <w:noProof/>
          <w:sz w:val="28"/>
          <w:szCs w:val="28"/>
          <w:u w:val="none"/>
        </w:rPr>
        <w:t xml:space="preserve"> Übersicht</w:t>
      </w:r>
      <w:r w:rsidR="008D74A4">
        <w:rPr>
          <w:b/>
          <w:bCs/>
          <w:i w:val="0"/>
          <w:noProof/>
          <w:sz w:val="28"/>
          <w:szCs w:val="28"/>
          <w:u w:val="none"/>
        </w:rPr>
        <w:t xml:space="preserve"> </w:t>
      </w:r>
      <w:r w:rsidR="00317F22">
        <w:rPr>
          <w:b/>
          <w:bCs/>
          <w:i w:val="0"/>
          <w:noProof/>
          <w:sz w:val="28"/>
          <w:szCs w:val="28"/>
          <w:u w:val="none"/>
        </w:rPr>
        <w:br/>
      </w:r>
      <w:r w:rsidR="008D74A4">
        <w:rPr>
          <w:b/>
          <w:bCs/>
          <w:i w:val="0"/>
          <w:noProof/>
          <w:sz w:val="28"/>
          <w:szCs w:val="28"/>
          <w:u w:val="none"/>
        </w:rPr>
        <w:t>für</w:t>
      </w:r>
      <w:r w:rsidR="00317F22">
        <w:rPr>
          <w:b/>
          <w:bCs/>
          <w:i w:val="0"/>
          <w:noProof/>
          <w:sz w:val="28"/>
          <w:szCs w:val="28"/>
          <w:u w:val="none"/>
        </w:rPr>
        <w:t xml:space="preserve"> </w:t>
      </w:r>
      <w:r w:rsidR="008D74A4">
        <w:rPr>
          <w:b/>
          <w:bCs/>
          <w:i w:val="0"/>
          <w:noProof/>
          <w:sz w:val="28"/>
          <w:szCs w:val="28"/>
          <w:u w:val="none"/>
        </w:rPr>
        <w:t>Service und Instandhaltung</w:t>
      </w:r>
    </w:p>
    <w:p w14:paraId="2B5C28DE" w14:textId="2B3EBF84" w:rsidR="005814B5" w:rsidRDefault="005814B5" w:rsidP="005814B5">
      <w:pPr>
        <w:pStyle w:val="paragraph"/>
        <w:spacing w:before="0" w:beforeAutospacing="0" w:after="0" w:afterAutospacing="0" w:line="312" w:lineRule="auto"/>
        <w:ind w:right="3493"/>
        <w:textAlignment w:val="baseline"/>
        <w:rPr>
          <w:rFonts w:ascii="Arial" w:hAnsi="Arial" w:cs="Arial"/>
          <w:b/>
          <w:sz w:val="22"/>
          <w:szCs w:val="22"/>
        </w:rPr>
      </w:pPr>
      <w:r w:rsidRPr="005814B5">
        <w:rPr>
          <w:rFonts w:ascii="Arial" w:hAnsi="Arial" w:cs="Arial"/>
          <w:b/>
          <w:sz w:val="22"/>
          <w:szCs w:val="22"/>
        </w:rPr>
        <w:t xml:space="preserve">Ein Viewer ist im Konstruktionsalltag nichts Besonderes. Wenn er aber AR-Funktionalität </w:t>
      </w:r>
      <w:r w:rsidR="00042383">
        <w:rPr>
          <w:rFonts w:ascii="Arial" w:hAnsi="Arial" w:cs="Arial"/>
          <w:b/>
          <w:sz w:val="22"/>
          <w:szCs w:val="22"/>
        </w:rPr>
        <w:t>integriert</w:t>
      </w:r>
      <w:r w:rsidRPr="005814B5">
        <w:rPr>
          <w:rFonts w:ascii="Arial" w:hAnsi="Arial" w:cs="Arial"/>
          <w:b/>
          <w:sz w:val="22"/>
          <w:szCs w:val="22"/>
        </w:rPr>
        <w:t xml:space="preserve"> und damit einen Schaltschrank</w:t>
      </w:r>
      <w:r w:rsidR="00824A4B">
        <w:rPr>
          <w:rFonts w:ascii="Arial" w:hAnsi="Arial" w:cs="Arial"/>
          <w:b/>
          <w:sz w:val="22"/>
          <w:szCs w:val="22"/>
        </w:rPr>
        <w:t xml:space="preserve"> </w:t>
      </w:r>
      <w:r w:rsidRPr="005814B5">
        <w:rPr>
          <w:rFonts w:ascii="Arial" w:hAnsi="Arial" w:cs="Arial"/>
          <w:b/>
          <w:sz w:val="22"/>
          <w:szCs w:val="22"/>
        </w:rPr>
        <w:t xml:space="preserve">in die virtuelle Welt „hineinplatziert“, </w:t>
      </w:r>
      <w:r w:rsidR="00042383">
        <w:rPr>
          <w:rFonts w:ascii="Arial" w:hAnsi="Arial" w:cs="Arial"/>
          <w:b/>
          <w:sz w:val="22"/>
          <w:szCs w:val="22"/>
        </w:rPr>
        <w:t xml:space="preserve">dann </w:t>
      </w:r>
      <w:r w:rsidRPr="005814B5">
        <w:rPr>
          <w:rFonts w:ascii="Arial" w:hAnsi="Arial" w:cs="Arial"/>
          <w:b/>
          <w:sz w:val="22"/>
          <w:szCs w:val="22"/>
        </w:rPr>
        <w:t xml:space="preserve">ist das schon </w:t>
      </w:r>
      <w:r>
        <w:rPr>
          <w:rFonts w:ascii="Arial" w:hAnsi="Arial" w:cs="Arial"/>
          <w:b/>
          <w:sz w:val="22"/>
          <w:szCs w:val="22"/>
        </w:rPr>
        <w:t>außergewöhnlich</w:t>
      </w:r>
      <w:r w:rsidRPr="005814B5">
        <w:rPr>
          <w:rFonts w:ascii="Arial" w:hAnsi="Arial" w:cs="Arial"/>
          <w:b/>
          <w:sz w:val="22"/>
          <w:szCs w:val="22"/>
        </w:rPr>
        <w:t xml:space="preserve">. Mit der neuen Version von </w:t>
      </w:r>
      <w:proofErr w:type="spellStart"/>
      <w:r w:rsidRPr="005814B5">
        <w:rPr>
          <w:rFonts w:ascii="Arial" w:hAnsi="Arial" w:cs="Arial"/>
          <w:b/>
          <w:sz w:val="22"/>
          <w:szCs w:val="22"/>
        </w:rPr>
        <w:t>Eplan</w:t>
      </w:r>
      <w:proofErr w:type="spellEnd"/>
      <w:r w:rsidRPr="005814B5">
        <w:rPr>
          <w:rFonts w:ascii="Arial" w:hAnsi="Arial" w:cs="Arial"/>
          <w:b/>
          <w:sz w:val="22"/>
          <w:szCs w:val="22"/>
        </w:rPr>
        <w:t xml:space="preserve"> </w:t>
      </w:r>
      <w:proofErr w:type="spellStart"/>
      <w:r w:rsidRPr="005814B5">
        <w:rPr>
          <w:rFonts w:ascii="Arial" w:hAnsi="Arial" w:cs="Arial"/>
          <w:b/>
          <w:sz w:val="22"/>
          <w:szCs w:val="22"/>
        </w:rPr>
        <w:t>eView</w:t>
      </w:r>
      <w:proofErr w:type="spellEnd"/>
      <w:r w:rsidRPr="005814B5">
        <w:rPr>
          <w:rFonts w:ascii="Arial" w:hAnsi="Arial" w:cs="Arial"/>
          <w:b/>
          <w:sz w:val="22"/>
          <w:szCs w:val="22"/>
        </w:rPr>
        <w:t xml:space="preserve"> Free ist </w:t>
      </w:r>
      <w:r>
        <w:rPr>
          <w:rFonts w:ascii="Arial" w:hAnsi="Arial" w:cs="Arial"/>
          <w:b/>
          <w:sz w:val="22"/>
          <w:szCs w:val="22"/>
        </w:rPr>
        <w:t>die</w:t>
      </w:r>
      <w:r w:rsidR="00F511E9">
        <w:rPr>
          <w:rFonts w:ascii="Arial" w:hAnsi="Arial" w:cs="Arial"/>
          <w:b/>
          <w:sz w:val="22"/>
          <w:szCs w:val="22"/>
        </w:rPr>
        <w:t>se</w:t>
      </w:r>
      <w:r>
        <w:rPr>
          <w:rFonts w:ascii="Arial" w:hAnsi="Arial" w:cs="Arial"/>
          <w:b/>
          <w:sz w:val="22"/>
          <w:szCs w:val="22"/>
        </w:rPr>
        <w:t xml:space="preserve"> </w:t>
      </w:r>
      <w:r w:rsidRPr="005814B5">
        <w:rPr>
          <w:rFonts w:ascii="Arial" w:hAnsi="Arial" w:cs="Arial"/>
          <w:b/>
          <w:sz w:val="22"/>
          <w:szCs w:val="22"/>
        </w:rPr>
        <w:t>AR-</w:t>
      </w:r>
      <w:r w:rsidRPr="00B02303">
        <w:rPr>
          <w:rFonts w:ascii="Arial" w:hAnsi="Arial" w:cs="Arial"/>
          <w:b/>
          <w:sz w:val="22"/>
          <w:szCs w:val="22"/>
        </w:rPr>
        <w:t>Funktion</w:t>
      </w:r>
      <w:r w:rsidR="00824A4B">
        <w:rPr>
          <w:rFonts w:ascii="Arial" w:hAnsi="Arial" w:cs="Arial"/>
          <w:b/>
          <w:sz w:val="22"/>
          <w:szCs w:val="22"/>
        </w:rPr>
        <w:t xml:space="preserve"> jetzt</w:t>
      </w:r>
      <w:r w:rsidRPr="00B02303">
        <w:rPr>
          <w:rFonts w:ascii="Arial" w:hAnsi="Arial" w:cs="Arial"/>
          <w:b/>
          <w:sz w:val="22"/>
          <w:szCs w:val="22"/>
        </w:rPr>
        <w:t xml:space="preserve"> </w:t>
      </w:r>
      <w:r w:rsidR="00824A4B">
        <w:rPr>
          <w:rFonts w:ascii="Arial" w:hAnsi="Arial" w:cs="Arial"/>
          <w:b/>
          <w:sz w:val="22"/>
          <w:szCs w:val="22"/>
        </w:rPr>
        <w:t>direkt über eine 3D-Visualisierung z</w:t>
      </w:r>
      <w:r w:rsidRPr="00B02303">
        <w:rPr>
          <w:rFonts w:ascii="Arial" w:hAnsi="Arial" w:cs="Arial"/>
          <w:b/>
          <w:sz w:val="22"/>
          <w:szCs w:val="22"/>
        </w:rPr>
        <w:t xml:space="preserve">ugänglich. Zudem sorgt die neue 3D-Engine für mehr Komfort </w:t>
      </w:r>
      <w:r w:rsidR="00042383" w:rsidRPr="00B02303">
        <w:rPr>
          <w:rFonts w:ascii="Arial" w:hAnsi="Arial" w:cs="Arial"/>
          <w:b/>
          <w:sz w:val="22"/>
          <w:szCs w:val="22"/>
        </w:rPr>
        <w:t>in Service und Instandhaltung</w:t>
      </w:r>
      <w:r w:rsidR="00B02303" w:rsidRPr="00B02303">
        <w:rPr>
          <w:rFonts w:ascii="Arial" w:hAnsi="Arial" w:cs="Arial"/>
          <w:b/>
          <w:sz w:val="22"/>
          <w:szCs w:val="22"/>
        </w:rPr>
        <w:t>:</w:t>
      </w:r>
      <w:r w:rsidR="00042383" w:rsidRPr="00B02303">
        <w:rPr>
          <w:rFonts w:ascii="Arial" w:hAnsi="Arial" w:cs="Arial"/>
          <w:b/>
          <w:sz w:val="22"/>
          <w:szCs w:val="22"/>
        </w:rPr>
        <w:t xml:space="preserve"> Einzelne</w:t>
      </w:r>
      <w:r>
        <w:rPr>
          <w:rFonts w:ascii="Arial" w:hAnsi="Arial" w:cs="Arial"/>
          <w:b/>
          <w:sz w:val="22"/>
          <w:szCs w:val="22"/>
        </w:rPr>
        <w:t xml:space="preserve"> Bereiche </w:t>
      </w:r>
      <w:r w:rsidR="00B02303">
        <w:rPr>
          <w:rFonts w:ascii="Arial" w:hAnsi="Arial" w:cs="Arial"/>
          <w:b/>
          <w:sz w:val="22"/>
          <w:szCs w:val="22"/>
        </w:rPr>
        <w:t>eines</w:t>
      </w:r>
      <w:r>
        <w:rPr>
          <w:rFonts w:ascii="Arial" w:hAnsi="Arial" w:cs="Arial"/>
          <w:b/>
          <w:sz w:val="22"/>
          <w:szCs w:val="22"/>
        </w:rPr>
        <w:t xml:space="preserve"> Schaltschrank</w:t>
      </w:r>
      <w:r w:rsidR="00B02303">
        <w:rPr>
          <w:rFonts w:ascii="Arial" w:hAnsi="Arial" w:cs="Arial"/>
          <w:b/>
          <w:sz w:val="22"/>
          <w:szCs w:val="22"/>
        </w:rPr>
        <w:t>s</w:t>
      </w:r>
      <w:r>
        <w:rPr>
          <w:rFonts w:ascii="Arial" w:hAnsi="Arial" w:cs="Arial"/>
          <w:b/>
          <w:sz w:val="22"/>
          <w:szCs w:val="22"/>
        </w:rPr>
        <w:t xml:space="preserve"> </w:t>
      </w:r>
      <w:r w:rsidR="00042383">
        <w:rPr>
          <w:rFonts w:ascii="Arial" w:hAnsi="Arial" w:cs="Arial"/>
          <w:b/>
          <w:sz w:val="22"/>
          <w:szCs w:val="22"/>
        </w:rPr>
        <w:t xml:space="preserve">lassen sich jetzt </w:t>
      </w:r>
      <w:r>
        <w:rPr>
          <w:rFonts w:ascii="Arial" w:hAnsi="Arial" w:cs="Arial"/>
          <w:b/>
          <w:sz w:val="22"/>
          <w:szCs w:val="22"/>
        </w:rPr>
        <w:t>ein- und ausblenden</w:t>
      </w:r>
      <w:r w:rsidR="008D74A4">
        <w:rPr>
          <w:rFonts w:ascii="Arial" w:hAnsi="Arial" w:cs="Arial"/>
          <w:b/>
          <w:sz w:val="22"/>
          <w:szCs w:val="22"/>
        </w:rPr>
        <w:t xml:space="preserve"> – und der Schrank lässt sich frei im Raum drehen. </w:t>
      </w:r>
      <w:r w:rsidR="00996580">
        <w:rPr>
          <w:rFonts w:ascii="Arial" w:hAnsi="Arial" w:cs="Arial"/>
          <w:b/>
          <w:sz w:val="22"/>
          <w:szCs w:val="22"/>
        </w:rPr>
        <w:t>Die Navigation im Projekt wird deutlich einfacher.</w:t>
      </w:r>
    </w:p>
    <w:p w14:paraId="7750C94A" w14:textId="77777777" w:rsidR="005814B5" w:rsidRPr="005814B5" w:rsidRDefault="005814B5" w:rsidP="005814B5">
      <w:pPr>
        <w:pStyle w:val="paragraph"/>
        <w:spacing w:before="0" w:beforeAutospacing="0" w:after="0" w:afterAutospacing="0" w:line="312" w:lineRule="auto"/>
        <w:ind w:right="3493"/>
        <w:textAlignment w:val="baseline"/>
        <w:rPr>
          <w:rFonts w:ascii="Arial" w:hAnsi="Arial" w:cs="Arial"/>
          <w:b/>
          <w:sz w:val="22"/>
          <w:szCs w:val="22"/>
        </w:rPr>
      </w:pPr>
    </w:p>
    <w:p w14:paraId="321BE97E" w14:textId="6B5DFBEB" w:rsidR="008D74A4" w:rsidRDefault="00B02303" w:rsidP="005814B5">
      <w:pPr>
        <w:pStyle w:val="paragraph"/>
        <w:spacing w:before="0" w:beforeAutospacing="0" w:after="0" w:afterAutospacing="0" w:line="312" w:lineRule="auto"/>
        <w:ind w:right="3493"/>
        <w:textAlignment w:val="baseline"/>
        <w:rPr>
          <w:rFonts w:ascii="Arial" w:hAnsi="Arial" w:cs="Arial"/>
          <w:sz w:val="22"/>
          <w:szCs w:val="22"/>
        </w:rPr>
      </w:pPr>
      <w:r>
        <w:rPr>
          <w:rFonts w:ascii="Arial" w:hAnsi="Arial" w:cs="Arial"/>
          <w:sz w:val="22"/>
          <w:szCs w:val="22"/>
        </w:rPr>
        <w:t>Nürnberg/</w:t>
      </w:r>
      <w:r w:rsidR="004B0CD6" w:rsidRPr="00A56994">
        <w:rPr>
          <w:rFonts w:ascii="Arial" w:hAnsi="Arial" w:cs="Arial"/>
          <w:sz w:val="22"/>
          <w:szCs w:val="22"/>
        </w:rPr>
        <w:t xml:space="preserve">Monheim, </w:t>
      </w:r>
      <w:r w:rsidR="0017058B">
        <w:rPr>
          <w:rFonts w:ascii="Arial" w:hAnsi="Arial" w:cs="Arial"/>
          <w:sz w:val="22"/>
          <w:szCs w:val="22"/>
        </w:rPr>
        <w:t>0</w:t>
      </w:r>
      <w:r>
        <w:rPr>
          <w:rFonts w:ascii="Arial" w:hAnsi="Arial" w:cs="Arial"/>
          <w:sz w:val="22"/>
          <w:szCs w:val="22"/>
        </w:rPr>
        <w:t>9.</w:t>
      </w:r>
      <w:r w:rsidR="004B0CD6" w:rsidRPr="00A56994">
        <w:rPr>
          <w:rFonts w:ascii="Arial" w:hAnsi="Arial" w:cs="Arial"/>
          <w:sz w:val="22"/>
          <w:szCs w:val="22"/>
        </w:rPr>
        <w:t xml:space="preserve"> </w:t>
      </w:r>
      <w:r w:rsidR="007E6EEA">
        <w:rPr>
          <w:rFonts w:ascii="Arial" w:hAnsi="Arial" w:cs="Arial"/>
          <w:sz w:val="22"/>
          <w:szCs w:val="22"/>
        </w:rPr>
        <w:t>November</w:t>
      </w:r>
      <w:r w:rsidR="004B0CD6" w:rsidRPr="00A56994">
        <w:rPr>
          <w:rFonts w:ascii="Arial" w:hAnsi="Arial" w:cs="Arial"/>
          <w:sz w:val="22"/>
          <w:szCs w:val="22"/>
        </w:rPr>
        <w:t xml:space="preserve"> 2022:</w:t>
      </w:r>
      <w:r w:rsidR="003167DB">
        <w:rPr>
          <w:rFonts w:ascii="Arial" w:hAnsi="Arial" w:cs="Arial"/>
          <w:sz w:val="22"/>
          <w:szCs w:val="22"/>
        </w:rPr>
        <w:t xml:space="preserve"> </w:t>
      </w:r>
      <w:r w:rsidR="00913937">
        <w:rPr>
          <w:rFonts w:ascii="Arial" w:hAnsi="Arial" w:cs="Arial"/>
          <w:sz w:val="22"/>
          <w:szCs w:val="22"/>
        </w:rPr>
        <w:t xml:space="preserve">Zur SPS in Nürnberg präsentiert </w:t>
      </w:r>
      <w:proofErr w:type="spellStart"/>
      <w:r w:rsidR="00913937">
        <w:rPr>
          <w:rFonts w:ascii="Arial" w:hAnsi="Arial" w:cs="Arial"/>
          <w:sz w:val="22"/>
          <w:szCs w:val="22"/>
        </w:rPr>
        <w:t>Eplan</w:t>
      </w:r>
      <w:proofErr w:type="spellEnd"/>
      <w:r w:rsidR="00913937">
        <w:rPr>
          <w:rFonts w:ascii="Arial" w:hAnsi="Arial" w:cs="Arial"/>
          <w:sz w:val="22"/>
          <w:szCs w:val="22"/>
        </w:rPr>
        <w:t xml:space="preserve"> </w:t>
      </w:r>
      <w:r w:rsidR="0082250B">
        <w:rPr>
          <w:rFonts w:ascii="Arial" w:hAnsi="Arial" w:cs="Arial"/>
          <w:sz w:val="22"/>
          <w:szCs w:val="22"/>
        </w:rPr>
        <w:t>Neuerungen in</w:t>
      </w:r>
      <w:r w:rsidR="003167DB">
        <w:rPr>
          <w:rFonts w:ascii="Arial" w:hAnsi="Arial" w:cs="Arial"/>
          <w:sz w:val="22"/>
          <w:szCs w:val="22"/>
        </w:rPr>
        <w:t xml:space="preserve"> </w:t>
      </w:r>
      <w:proofErr w:type="spellStart"/>
      <w:r w:rsidR="003167DB">
        <w:rPr>
          <w:rFonts w:ascii="Arial" w:hAnsi="Arial" w:cs="Arial"/>
          <w:sz w:val="22"/>
          <w:szCs w:val="22"/>
        </w:rPr>
        <w:t>Eplan</w:t>
      </w:r>
      <w:proofErr w:type="spellEnd"/>
      <w:r w:rsidR="003167DB">
        <w:rPr>
          <w:rFonts w:ascii="Arial" w:hAnsi="Arial" w:cs="Arial"/>
          <w:sz w:val="22"/>
          <w:szCs w:val="22"/>
        </w:rPr>
        <w:t xml:space="preserve"> </w:t>
      </w:r>
      <w:proofErr w:type="spellStart"/>
      <w:r w:rsidR="003167DB">
        <w:rPr>
          <w:rFonts w:ascii="Arial" w:hAnsi="Arial" w:cs="Arial"/>
          <w:sz w:val="22"/>
          <w:szCs w:val="22"/>
        </w:rPr>
        <w:t>eView</w:t>
      </w:r>
      <w:proofErr w:type="spellEnd"/>
      <w:r w:rsidR="003167DB">
        <w:rPr>
          <w:rFonts w:ascii="Arial" w:hAnsi="Arial" w:cs="Arial"/>
          <w:sz w:val="22"/>
          <w:szCs w:val="22"/>
        </w:rPr>
        <w:t xml:space="preserve"> Free</w:t>
      </w:r>
      <w:r w:rsidR="00913937">
        <w:rPr>
          <w:rFonts w:ascii="Arial" w:hAnsi="Arial" w:cs="Arial"/>
          <w:sz w:val="22"/>
          <w:szCs w:val="22"/>
        </w:rPr>
        <w:t xml:space="preserve">, die </w:t>
      </w:r>
      <w:r w:rsidR="003167DB">
        <w:rPr>
          <w:rFonts w:ascii="Arial" w:hAnsi="Arial" w:cs="Arial"/>
          <w:sz w:val="22"/>
          <w:szCs w:val="22"/>
        </w:rPr>
        <w:t xml:space="preserve">besonders dem Servicepersonal </w:t>
      </w:r>
      <w:r w:rsidR="00913937">
        <w:rPr>
          <w:rFonts w:ascii="Arial" w:hAnsi="Arial" w:cs="Arial"/>
          <w:sz w:val="22"/>
          <w:szCs w:val="22"/>
        </w:rPr>
        <w:t xml:space="preserve">weitaus mehr </w:t>
      </w:r>
      <w:r w:rsidR="003167DB">
        <w:rPr>
          <w:rFonts w:ascii="Arial" w:hAnsi="Arial" w:cs="Arial"/>
          <w:sz w:val="22"/>
          <w:szCs w:val="22"/>
        </w:rPr>
        <w:t xml:space="preserve">Flexibilität </w:t>
      </w:r>
      <w:r w:rsidR="003162D0">
        <w:rPr>
          <w:rFonts w:ascii="Arial" w:hAnsi="Arial" w:cs="Arial"/>
          <w:sz w:val="22"/>
          <w:szCs w:val="22"/>
        </w:rPr>
        <w:t>verschaffen</w:t>
      </w:r>
      <w:r w:rsidR="00913937">
        <w:rPr>
          <w:rFonts w:ascii="Arial" w:hAnsi="Arial" w:cs="Arial"/>
          <w:sz w:val="22"/>
          <w:szCs w:val="22"/>
        </w:rPr>
        <w:t xml:space="preserve">. </w:t>
      </w:r>
      <w:r w:rsidR="003167DB">
        <w:rPr>
          <w:rFonts w:ascii="Arial" w:hAnsi="Arial" w:cs="Arial"/>
          <w:sz w:val="22"/>
          <w:szCs w:val="22"/>
        </w:rPr>
        <w:t>T</w:t>
      </w:r>
      <w:r w:rsidR="00913937">
        <w:rPr>
          <w:rFonts w:ascii="Arial" w:hAnsi="Arial" w:cs="Arial"/>
          <w:sz w:val="22"/>
          <w:szCs w:val="22"/>
        </w:rPr>
        <w:t>obias Kratz, B</w:t>
      </w:r>
      <w:r w:rsidR="00913937" w:rsidRPr="00824A4B">
        <w:rPr>
          <w:rFonts w:ascii="Arial" w:hAnsi="Arial" w:cs="Arial"/>
          <w:sz w:val="22"/>
          <w:szCs w:val="22"/>
        </w:rPr>
        <w:t xml:space="preserve">usiness Owner </w:t>
      </w:r>
      <w:r w:rsidR="00322417" w:rsidRPr="00824A4B">
        <w:rPr>
          <w:rFonts w:ascii="Arial" w:hAnsi="Arial" w:cs="Arial"/>
          <w:sz w:val="22"/>
          <w:szCs w:val="22"/>
        </w:rPr>
        <w:t>Rapid Design</w:t>
      </w:r>
      <w:r w:rsidR="00913937" w:rsidRPr="00824A4B">
        <w:rPr>
          <w:rFonts w:ascii="Arial" w:hAnsi="Arial" w:cs="Arial"/>
          <w:sz w:val="22"/>
          <w:szCs w:val="22"/>
        </w:rPr>
        <w:t xml:space="preserve"> bei </w:t>
      </w:r>
      <w:proofErr w:type="spellStart"/>
      <w:r w:rsidR="00913937" w:rsidRPr="00824A4B">
        <w:rPr>
          <w:rFonts w:ascii="Arial" w:hAnsi="Arial" w:cs="Arial"/>
          <w:sz w:val="22"/>
          <w:szCs w:val="22"/>
        </w:rPr>
        <w:t>Eplan</w:t>
      </w:r>
      <w:proofErr w:type="spellEnd"/>
      <w:r w:rsidR="00913937" w:rsidRPr="00824A4B">
        <w:rPr>
          <w:rFonts w:ascii="Arial" w:hAnsi="Arial" w:cs="Arial"/>
          <w:sz w:val="22"/>
          <w:szCs w:val="22"/>
        </w:rPr>
        <w:t>, erklärt: „</w:t>
      </w:r>
      <w:proofErr w:type="spellStart"/>
      <w:r w:rsidR="007D6CAE" w:rsidRPr="00824A4B">
        <w:rPr>
          <w:rFonts w:ascii="Arial" w:hAnsi="Arial" w:cs="Arial"/>
          <w:sz w:val="22"/>
          <w:szCs w:val="22"/>
        </w:rPr>
        <w:t>Eplan</w:t>
      </w:r>
      <w:proofErr w:type="spellEnd"/>
      <w:r w:rsidR="007D6CAE" w:rsidRPr="00824A4B">
        <w:rPr>
          <w:rFonts w:ascii="Arial" w:hAnsi="Arial" w:cs="Arial"/>
          <w:sz w:val="22"/>
          <w:szCs w:val="22"/>
        </w:rPr>
        <w:t xml:space="preserve"> </w:t>
      </w:r>
      <w:proofErr w:type="spellStart"/>
      <w:r w:rsidR="007D6CAE" w:rsidRPr="00824A4B">
        <w:rPr>
          <w:rFonts w:ascii="Arial" w:hAnsi="Arial" w:cs="Arial"/>
          <w:sz w:val="22"/>
          <w:szCs w:val="22"/>
        </w:rPr>
        <w:t>eView</w:t>
      </w:r>
      <w:proofErr w:type="spellEnd"/>
      <w:r w:rsidR="007D6CAE" w:rsidRPr="00824A4B">
        <w:rPr>
          <w:rFonts w:ascii="Arial" w:hAnsi="Arial" w:cs="Arial"/>
          <w:sz w:val="22"/>
          <w:szCs w:val="22"/>
        </w:rPr>
        <w:t xml:space="preserve"> Free </w:t>
      </w:r>
      <w:r w:rsidR="007846A0" w:rsidRPr="00824A4B">
        <w:rPr>
          <w:rFonts w:ascii="Arial" w:hAnsi="Arial" w:cs="Arial"/>
          <w:sz w:val="22"/>
          <w:szCs w:val="22"/>
        </w:rPr>
        <w:t>unterstütz</w:t>
      </w:r>
      <w:r w:rsidR="003162D0">
        <w:rPr>
          <w:rFonts w:ascii="Arial" w:hAnsi="Arial" w:cs="Arial"/>
          <w:sz w:val="22"/>
          <w:szCs w:val="22"/>
        </w:rPr>
        <w:t>t</w:t>
      </w:r>
      <w:r w:rsidR="007846A0" w:rsidRPr="00824A4B">
        <w:rPr>
          <w:rFonts w:ascii="Arial" w:hAnsi="Arial" w:cs="Arial"/>
          <w:sz w:val="22"/>
          <w:szCs w:val="22"/>
        </w:rPr>
        <w:t xml:space="preserve"> </w:t>
      </w:r>
      <w:r w:rsidR="00802D43" w:rsidRPr="00824A4B">
        <w:rPr>
          <w:rFonts w:ascii="Arial" w:hAnsi="Arial" w:cs="Arial"/>
          <w:sz w:val="22"/>
          <w:szCs w:val="22"/>
        </w:rPr>
        <w:t>das Service</w:t>
      </w:r>
      <w:r w:rsidR="00317F22">
        <w:rPr>
          <w:rFonts w:ascii="Arial" w:hAnsi="Arial" w:cs="Arial"/>
          <w:sz w:val="22"/>
          <w:szCs w:val="22"/>
        </w:rPr>
        <w:t>-</w:t>
      </w:r>
      <w:r w:rsidR="00802D43" w:rsidRPr="00824A4B">
        <w:rPr>
          <w:rFonts w:ascii="Arial" w:hAnsi="Arial" w:cs="Arial"/>
          <w:sz w:val="22"/>
          <w:szCs w:val="22"/>
        </w:rPr>
        <w:t xml:space="preserve">Team bei der </w:t>
      </w:r>
      <w:r w:rsidR="007D6CAE" w:rsidRPr="00824A4B">
        <w:rPr>
          <w:rFonts w:ascii="Arial" w:hAnsi="Arial" w:cs="Arial"/>
          <w:sz w:val="22"/>
          <w:szCs w:val="22"/>
        </w:rPr>
        <w:t xml:space="preserve">Wartung </w:t>
      </w:r>
      <w:r w:rsidR="00802D43" w:rsidRPr="00824A4B">
        <w:rPr>
          <w:rFonts w:ascii="Arial" w:hAnsi="Arial" w:cs="Arial"/>
          <w:sz w:val="22"/>
          <w:szCs w:val="22"/>
        </w:rPr>
        <w:t>durch d</w:t>
      </w:r>
      <w:r w:rsidR="00E33D57" w:rsidRPr="00824A4B">
        <w:rPr>
          <w:rFonts w:ascii="Arial" w:hAnsi="Arial" w:cs="Arial"/>
          <w:sz w:val="22"/>
          <w:szCs w:val="22"/>
        </w:rPr>
        <w:t>ie Visualisierung des digitalen Zwillings mit der vollen Informationstiefe</w:t>
      </w:r>
      <w:r w:rsidR="008D74A4" w:rsidRPr="00824A4B">
        <w:rPr>
          <w:rFonts w:ascii="Arial" w:hAnsi="Arial" w:cs="Arial"/>
          <w:sz w:val="22"/>
          <w:szCs w:val="22"/>
        </w:rPr>
        <w:t xml:space="preserve">. </w:t>
      </w:r>
      <w:r w:rsidR="007D6CAE" w:rsidRPr="00824A4B">
        <w:rPr>
          <w:rFonts w:ascii="Arial" w:hAnsi="Arial" w:cs="Arial"/>
          <w:sz w:val="22"/>
          <w:szCs w:val="22"/>
        </w:rPr>
        <w:t>Mit der neuen 3D-Grafik-Engine lassen sich</w:t>
      </w:r>
      <w:r w:rsidR="007D6CAE">
        <w:rPr>
          <w:rFonts w:ascii="Arial" w:hAnsi="Arial" w:cs="Arial"/>
          <w:sz w:val="22"/>
          <w:szCs w:val="22"/>
        </w:rPr>
        <w:t xml:space="preserve"> jetzt </w:t>
      </w:r>
      <w:r w:rsidR="00534B9C">
        <w:rPr>
          <w:rFonts w:ascii="Arial" w:hAnsi="Arial" w:cs="Arial"/>
          <w:sz w:val="22"/>
          <w:szCs w:val="22"/>
        </w:rPr>
        <w:t xml:space="preserve">ganze </w:t>
      </w:r>
      <w:r w:rsidR="007D6CAE">
        <w:rPr>
          <w:rFonts w:ascii="Arial" w:hAnsi="Arial" w:cs="Arial"/>
          <w:sz w:val="22"/>
          <w:szCs w:val="22"/>
        </w:rPr>
        <w:t xml:space="preserve">Bereiche </w:t>
      </w:r>
      <w:r w:rsidR="00256109">
        <w:rPr>
          <w:rFonts w:ascii="Arial" w:hAnsi="Arial" w:cs="Arial"/>
          <w:sz w:val="22"/>
          <w:szCs w:val="22"/>
        </w:rPr>
        <w:t>eines</w:t>
      </w:r>
      <w:r w:rsidR="007D6CAE">
        <w:rPr>
          <w:rFonts w:ascii="Arial" w:hAnsi="Arial" w:cs="Arial"/>
          <w:sz w:val="22"/>
          <w:szCs w:val="22"/>
        </w:rPr>
        <w:t xml:space="preserve"> Schaltschrank</w:t>
      </w:r>
      <w:r w:rsidR="00256109">
        <w:rPr>
          <w:rFonts w:ascii="Arial" w:hAnsi="Arial" w:cs="Arial"/>
          <w:sz w:val="22"/>
          <w:szCs w:val="22"/>
        </w:rPr>
        <w:t>s</w:t>
      </w:r>
      <w:r w:rsidR="007D6CAE">
        <w:rPr>
          <w:rFonts w:ascii="Arial" w:hAnsi="Arial" w:cs="Arial"/>
          <w:sz w:val="22"/>
          <w:szCs w:val="22"/>
        </w:rPr>
        <w:t xml:space="preserve"> ein- und ausblenden </w:t>
      </w:r>
      <w:r w:rsidR="0056388B">
        <w:rPr>
          <w:rFonts w:ascii="Arial" w:hAnsi="Arial" w:cs="Arial"/>
          <w:sz w:val="22"/>
          <w:szCs w:val="22"/>
        </w:rPr>
        <w:t>und sogar</w:t>
      </w:r>
      <w:r w:rsidR="007D6CAE">
        <w:rPr>
          <w:rFonts w:ascii="Arial" w:hAnsi="Arial" w:cs="Arial"/>
          <w:sz w:val="22"/>
          <w:szCs w:val="22"/>
        </w:rPr>
        <w:t xml:space="preserve"> </w:t>
      </w:r>
      <w:r w:rsidR="00534B9C">
        <w:rPr>
          <w:rFonts w:ascii="Arial" w:hAnsi="Arial" w:cs="Arial"/>
          <w:sz w:val="22"/>
          <w:szCs w:val="22"/>
        </w:rPr>
        <w:t xml:space="preserve">einzelne </w:t>
      </w:r>
      <w:r w:rsidR="007D6CAE">
        <w:rPr>
          <w:rFonts w:ascii="Arial" w:hAnsi="Arial" w:cs="Arial"/>
          <w:sz w:val="22"/>
          <w:szCs w:val="22"/>
        </w:rPr>
        <w:t xml:space="preserve">Komponenten </w:t>
      </w:r>
      <w:r w:rsidR="008F0530">
        <w:rPr>
          <w:rFonts w:ascii="Arial" w:hAnsi="Arial" w:cs="Arial"/>
          <w:sz w:val="22"/>
          <w:szCs w:val="22"/>
        </w:rPr>
        <w:t>hervorheben</w:t>
      </w:r>
      <w:r w:rsidR="007D6CAE">
        <w:rPr>
          <w:rFonts w:ascii="Arial" w:hAnsi="Arial" w:cs="Arial"/>
          <w:sz w:val="22"/>
          <w:szCs w:val="22"/>
        </w:rPr>
        <w:t>.</w:t>
      </w:r>
      <w:r w:rsidR="00996580">
        <w:rPr>
          <w:rFonts w:ascii="Arial" w:hAnsi="Arial" w:cs="Arial"/>
          <w:sz w:val="22"/>
          <w:szCs w:val="22"/>
        </w:rPr>
        <w:t>“</w:t>
      </w:r>
      <w:r w:rsidR="007D6CAE">
        <w:rPr>
          <w:rFonts w:ascii="Arial" w:hAnsi="Arial" w:cs="Arial"/>
          <w:sz w:val="22"/>
          <w:szCs w:val="22"/>
        </w:rPr>
        <w:t xml:space="preserve"> Der Vorteil liegt auf der Hand: Blende</w:t>
      </w:r>
      <w:r>
        <w:rPr>
          <w:rFonts w:ascii="Arial" w:hAnsi="Arial" w:cs="Arial"/>
          <w:sz w:val="22"/>
          <w:szCs w:val="22"/>
        </w:rPr>
        <w:t xml:space="preserve">t ein </w:t>
      </w:r>
      <w:r w:rsidR="00996580">
        <w:rPr>
          <w:rFonts w:ascii="Arial" w:hAnsi="Arial" w:cs="Arial"/>
          <w:sz w:val="22"/>
          <w:szCs w:val="22"/>
        </w:rPr>
        <w:t>Servicetechniker</w:t>
      </w:r>
      <w:r>
        <w:rPr>
          <w:rFonts w:ascii="Arial" w:hAnsi="Arial" w:cs="Arial"/>
          <w:sz w:val="22"/>
          <w:szCs w:val="22"/>
        </w:rPr>
        <w:t xml:space="preserve"> </w:t>
      </w:r>
      <w:r w:rsidR="007D6CAE">
        <w:rPr>
          <w:rFonts w:ascii="Arial" w:hAnsi="Arial" w:cs="Arial"/>
          <w:sz w:val="22"/>
          <w:szCs w:val="22"/>
        </w:rPr>
        <w:t>beispielsweise Seitenwände oder Türen aus, liegen alle Komponenten frei im Zugriff. Das bedeutet volle Sicht auf das Innenleben des Schrankes</w:t>
      </w:r>
      <w:r w:rsidR="00824A4B">
        <w:rPr>
          <w:rFonts w:ascii="Arial" w:hAnsi="Arial" w:cs="Arial"/>
          <w:sz w:val="22"/>
          <w:szCs w:val="22"/>
        </w:rPr>
        <w:t xml:space="preserve">. Und das zu jeder Zeit und ortsunabhängig – einfach per Internetbrowser. </w:t>
      </w:r>
    </w:p>
    <w:p w14:paraId="0F964802" w14:textId="13551BEB" w:rsidR="004339DE" w:rsidRDefault="004339DE" w:rsidP="005814B5">
      <w:pPr>
        <w:pStyle w:val="paragraph"/>
        <w:spacing w:before="0" w:beforeAutospacing="0" w:after="0" w:afterAutospacing="0" w:line="312" w:lineRule="auto"/>
        <w:ind w:right="3493"/>
        <w:textAlignment w:val="baseline"/>
        <w:rPr>
          <w:rFonts w:ascii="Arial" w:hAnsi="Arial" w:cs="Arial"/>
          <w:sz w:val="22"/>
          <w:szCs w:val="22"/>
        </w:rPr>
      </w:pPr>
    </w:p>
    <w:p w14:paraId="431CB9C6" w14:textId="400FABA2" w:rsidR="004339DE" w:rsidRDefault="004339DE" w:rsidP="005814B5">
      <w:pPr>
        <w:pStyle w:val="paragraph"/>
        <w:spacing w:before="0" w:beforeAutospacing="0" w:after="0" w:afterAutospacing="0" w:line="312" w:lineRule="auto"/>
        <w:ind w:right="3493"/>
        <w:textAlignment w:val="baseline"/>
        <w:rPr>
          <w:rFonts w:ascii="Arial" w:hAnsi="Arial" w:cs="Arial"/>
          <w:sz w:val="22"/>
          <w:szCs w:val="22"/>
        </w:rPr>
      </w:pPr>
    </w:p>
    <w:p w14:paraId="3438435D" w14:textId="6D7D14A2" w:rsidR="004339DE" w:rsidRDefault="004339DE" w:rsidP="005814B5">
      <w:pPr>
        <w:pStyle w:val="paragraph"/>
        <w:spacing w:before="0" w:beforeAutospacing="0" w:after="0" w:afterAutospacing="0" w:line="312" w:lineRule="auto"/>
        <w:ind w:right="3493"/>
        <w:textAlignment w:val="baseline"/>
        <w:rPr>
          <w:rFonts w:ascii="Arial" w:hAnsi="Arial" w:cs="Arial"/>
          <w:sz w:val="22"/>
          <w:szCs w:val="22"/>
        </w:rPr>
      </w:pPr>
    </w:p>
    <w:p w14:paraId="728D807C" w14:textId="77777777" w:rsidR="004339DE" w:rsidRDefault="004339DE" w:rsidP="005814B5">
      <w:pPr>
        <w:pStyle w:val="paragraph"/>
        <w:spacing w:before="0" w:beforeAutospacing="0" w:after="0" w:afterAutospacing="0" w:line="312" w:lineRule="auto"/>
        <w:ind w:right="3493"/>
        <w:textAlignment w:val="baseline"/>
        <w:rPr>
          <w:rFonts w:ascii="Arial" w:hAnsi="Arial" w:cs="Arial"/>
          <w:sz w:val="22"/>
          <w:szCs w:val="22"/>
        </w:rPr>
      </w:pPr>
    </w:p>
    <w:p w14:paraId="52E9062B" w14:textId="19B02DE2" w:rsidR="008D74A4" w:rsidRDefault="008D74A4" w:rsidP="008D74A4">
      <w:pPr>
        <w:pStyle w:val="paragraph"/>
        <w:spacing w:before="0" w:beforeAutospacing="0" w:after="0" w:afterAutospacing="0" w:line="312" w:lineRule="auto"/>
        <w:ind w:right="3493"/>
        <w:textAlignment w:val="baseline"/>
        <w:rPr>
          <w:rFonts w:ascii="Arial" w:hAnsi="Arial" w:cs="Arial"/>
          <w:sz w:val="22"/>
          <w:szCs w:val="22"/>
        </w:rPr>
      </w:pPr>
    </w:p>
    <w:p w14:paraId="008BBB20" w14:textId="77777777" w:rsidR="008D74A4" w:rsidRPr="005814B5" w:rsidRDefault="008D74A4" w:rsidP="008D74A4">
      <w:pPr>
        <w:pStyle w:val="StandardWeb"/>
        <w:spacing w:before="0" w:beforeAutospacing="0" w:after="120" w:afterAutospacing="0" w:line="312" w:lineRule="auto"/>
        <w:ind w:right="3493"/>
        <w:rPr>
          <w:rFonts w:ascii="Arial" w:hAnsi="Arial" w:cs="Arial"/>
          <w:b/>
          <w:bCs/>
          <w:sz w:val="22"/>
          <w:szCs w:val="22"/>
        </w:rPr>
      </w:pPr>
      <w:r w:rsidRPr="005814B5">
        <w:rPr>
          <w:rFonts w:ascii="Arial" w:hAnsi="Arial" w:cs="Arial"/>
          <w:b/>
          <w:bCs/>
          <w:sz w:val="22"/>
          <w:szCs w:val="22"/>
        </w:rPr>
        <w:lastRenderedPageBreak/>
        <w:t>Einloggen, registrieren, loslegen</w:t>
      </w:r>
    </w:p>
    <w:p w14:paraId="412177CD" w14:textId="2BC434FC" w:rsidR="00256109" w:rsidRDefault="008D74A4" w:rsidP="00256109">
      <w:pPr>
        <w:pStyle w:val="StandardWeb"/>
        <w:spacing w:before="0" w:beforeAutospacing="0" w:after="0" w:afterAutospacing="0" w:line="312" w:lineRule="auto"/>
        <w:ind w:right="3493"/>
        <w:rPr>
          <w:rFonts w:ascii="Arial" w:hAnsi="Arial" w:cs="Arial"/>
          <w:sz w:val="22"/>
          <w:szCs w:val="22"/>
        </w:rPr>
      </w:pPr>
      <w:r>
        <w:rPr>
          <w:rFonts w:ascii="Arial" w:hAnsi="Arial" w:cs="Arial"/>
          <w:sz w:val="22"/>
          <w:szCs w:val="22"/>
        </w:rPr>
        <w:t xml:space="preserve">Wie funktioniert der Prozess? </w:t>
      </w:r>
      <w:r w:rsidR="00317F22">
        <w:rPr>
          <w:rFonts w:ascii="Arial" w:hAnsi="Arial" w:cs="Arial"/>
          <w:sz w:val="22"/>
          <w:szCs w:val="22"/>
        </w:rPr>
        <w:t xml:space="preserve">Anwender </w:t>
      </w:r>
      <w:r>
        <w:rPr>
          <w:rFonts w:ascii="Arial" w:hAnsi="Arial" w:cs="Arial"/>
          <w:sz w:val="22"/>
          <w:szCs w:val="22"/>
        </w:rPr>
        <w:t xml:space="preserve">registrieren sich auf </w:t>
      </w:r>
      <w:hyperlink r:id="rId11" w:history="1">
        <w:r w:rsidRPr="00BF767E">
          <w:rPr>
            <w:rStyle w:val="Hyperlink"/>
            <w:rFonts w:ascii="Arial" w:hAnsi="Arial" w:cs="Arial"/>
            <w:sz w:val="22"/>
            <w:szCs w:val="22"/>
          </w:rPr>
          <w:t>www.eplan.com</w:t>
        </w:r>
      </w:hyperlink>
      <w:r>
        <w:rPr>
          <w:rFonts w:ascii="Arial" w:hAnsi="Arial" w:cs="Arial"/>
          <w:sz w:val="22"/>
          <w:szCs w:val="22"/>
        </w:rPr>
        <w:t xml:space="preserve"> und können dort ihre aktuelle</w:t>
      </w:r>
      <w:r w:rsidR="00F511E9">
        <w:rPr>
          <w:rFonts w:ascii="Arial" w:hAnsi="Arial" w:cs="Arial"/>
          <w:sz w:val="22"/>
          <w:szCs w:val="22"/>
        </w:rPr>
        <w:t>n</w:t>
      </w:r>
      <w:r>
        <w:rPr>
          <w:rFonts w:ascii="Arial" w:hAnsi="Arial" w:cs="Arial"/>
          <w:sz w:val="22"/>
          <w:szCs w:val="22"/>
        </w:rPr>
        <w:t xml:space="preserve"> Projekte </w:t>
      </w:r>
      <w:r w:rsidRPr="00824A4B">
        <w:rPr>
          <w:rFonts w:ascii="Arial" w:hAnsi="Arial" w:cs="Arial"/>
          <w:sz w:val="22"/>
          <w:szCs w:val="22"/>
        </w:rPr>
        <w:t>hochladen.</w:t>
      </w:r>
      <w:r w:rsidR="00256109" w:rsidRPr="00824A4B">
        <w:rPr>
          <w:rFonts w:ascii="Arial" w:hAnsi="Arial" w:cs="Arial"/>
          <w:sz w:val="22"/>
          <w:szCs w:val="22"/>
        </w:rPr>
        <w:t xml:space="preserve"> </w:t>
      </w:r>
      <w:r w:rsidR="005E4160" w:rsidRPr="00824A4B">
        <w:rPr>
          <w:rFonts w:ascii="Arial" w:hAnsi="Arial" w:cs="Arial"/>
          <w:sz w:val="22"/>
          <w:szCs w:val="22"/>
        </w:rPr>
        <w:t xml:space="preserve">Mit der Applikation </w:t>
      </w:r>
      <w:proofErr w:type="spellStart"/>
      <w:r w:rsidR="00824A4B" w:rsidRPr="00824A4B">
        <w:rPr>
          <w:rFonts w:ascii="Arial" w:hAnsi="Arial" w:cs="Arial"/>
          <w:sz w:val="22"/>
          <w:szCs w:val="22"/>
        </w:rPr>
        <w:t>eView</w:t>
      </w:r>
      <w:proofErr w:type="spellEnd"/>
      <w:r w:rsidR="005E4160" w:rsidRPr="00824A4B">
        <w:rPr>
          <w:rFonts w:ascii="Arial" w:hAnsi="Arial" w:cs="Arial"/>
          <w:sz w:val="22"/>
          <w:szCs w:val="22"/>
        </w:rPr>
        <w:t xml:space="preserve"> Free wir</w:t>
      </w:r>
      <w:r w:rsidR="00262CA5" w:rsidRPr="00824A4B">
        <w:rPr>
          <w:rFonts w:ascii="Arial" w:hAnsi="Arial" w:cs="Arial"/>
          <w:sz w:val="22"/>
          <w:szCs w:val="22"/>
        </w:rPr>
        <w:t xml:space="preserve">d die Projektdokumentation dann </w:t>
      </w:r>
      <w:r w:rsidR="005933CF" w:rsidRPr="00824A4B">
        <w:rPr>
          <w:rFonts w:ascii="Arial" w:hAnsi="Arial" w:cs="Arial"/>
          <w:sz w:val="22"/>
          <w:szCs w:val="22"/>
        </w:rPr>
        <w:t xml:space="preserve">in 2D als Schaltplan oder </w:t>
      </w:r>
      <w:r w:rsidR="00824A4B" w:rsidRPr="00824A4B">
        <w:rPr>
          <w:rFonts w:ascii="Arial" w:hAnsi="Arial" w:cs="Arial"/>
          <w:sz w:val="22"/>
          <w:szCs w:val="22"/>
        </w:rPr>
        <w:t xml:space="preserve">in </w:t>
      </w:r>
      <w:r w:rsidR="005933CF" w:rsidRPr="00824A4B">
        <w:rPr>
          <w:rFonts w:ascii="Arial" w:hAnsi="Arial" w:cs="Arial"/>
          <w:sz w:val="22"/>
          <w:szCs w:val="22"/>
        </w:rPr>
        <w:t xml:space="preserve">3D als </w:t>
      </w:r>
      <w:r w:rsidR="00397242" w:rsidRPr="00824A4B">
        <w:rPr>
          <w:rFonts w:ascii="Arial" w:hAnsi="Arial" w:cs="Arial"/>
          <w:sz w:val="22"/>
          <w:szCs w:val="22"/>
        </w:rPr>
        <w:t>virtuelles Abbild des Schaltschrank</w:t>
      </w:r>
      <w:r w:rsidR="003162D0">
        <w:rPr>
          <w:rFonts w:ascii="Arial" w:hAnsi="Arial" w:cs="Arial"/>
          <w:sz w:val="22"/>
          <w:szCs w:val="22"/>
        </w:rPr>
        <w:t>s</w:t>
      </w:r>
      <w:r w:rsidR="005933CF" w:rsidRPr="00824A4B">
        <w:rPr>
          <w:rFonts w:ascii="Arial" w:hAnsi="Arial" w:cs="Arial"/>
          <w:sz w:val="22"/>
          <w:szCs w:val="22"/>
        </w:rPr>
        <w:t xml:space="preserve"> </w:t>
      </w:r>
      <w:r w:rsidR="00262CA5" w:rsidRPr="00824A4B">
        <w:rPr>
          <w:rFonts w:ascii="Arial" w:hAnsi="Arial" w:cs="Arial"/>
          <w:sz w:val="22"/>
          <w:szCs w:val="22"/>
        </w:rPr>
        <w:t>visualisiert</w:t>
      </w:r>
      <w:r w:rsidR="009D2F87" w:rsidRPr="00824A4B">
        <w:rPr>
          <w:rFonts w:ascii="Arial" w:hAnsi="Arial" w:cs="Arial"/>
          <w:sz w:val="22"/>
          <w:szCs w:val="22"/>
        </w:rPr>
        <w:t>.</w:t>
      </w:r>
      <w:r w:rsidR="00824A4B">
        <w:rPr>
          <w:rFonts w:ascii="Arial" w:hAnsi="Arial" w:cs="Arial"/>
          <w:sz w:val="22"/>
          <w:szCs w:val="22"/>
        </w:rPr>
        <w:t xml:space="preserve"> </w:t>
      </w:r>
      <w:r w:rsidR="005655A1">
        <w:rPr>
          <w:rFonts w:ascii="Arial" w:hAnsi="Arial" w:cs="Arial"/>
          <w:sz w:val="22"/>
          <w:szCs w:val="22"/>
        </w:rPr>
        <w:t>D</w:t>
      </w:r>
      <w:r w:rsidR="00256109">
        <w:rPr>
          <w:rFonts w:ascii="Arial" w:hAnsi="Arial" w:cs="Arial"/>
          <w:sz w:val="22"/>
          <w:szCs w:val="22"/>
        </w:rPr>
        <w:t xml:space="preserve">ie </w:t>
      </w:r>
      <w:r w:rsidR="005655A1">
        <w:rPr>
          <w:rFonts w:ascii="Arial" w:hAnsi="Arial" w:cs="Arial"/>
          <w:sz w:val="22"/>
          <w:szCs w:val="22"/>
        </w:rPr>
        <w:t>neu</w:t>
      </w:r>
      <w:r w:rsidR="00256109">
        <w:rPr>
          <w:rFonts w:ascii="Arial" w:hAnsi="Arial" w:cs="Arial"/>
          <w:sz w:val="22"/>
          <w:szCs w:val="22"/>
        </w:rPr>
        <w:t xml:space="preserve"> integrierte Split-Screen-Technologie gibt </w:t>
      </w:r>
      <w:r w:rsidR="00996580">
        <w:rPr>
          <w:rFonts w:ascii="Arial" w:hAnsi="Arial" w:cs="Arial"/>
          <w:sz w:val="22"/>
          <w:szCs w:val="22"/>
        </w:rPr>
        <w:t>hier</w:t>
      </w:r>
      <w:r w:rsidR="005655A1">
        <w:rPr>
          <w:rFonts w:ascii="Arial" w:hAnsi="Arial" w:cs="Arial"/>
          <w:sz w:val="22"/>
          <w:szCs w:val="22"/>
        </w:rPr>
        <w:t xml:space="preserve"> Extra-</w:t>
      </w:r>
      <w:r w:rsidR="00256109">
        <w:rPr>
          <w:rFonts w:ascii="Arial" w:hAnsi="Arial" w:cs="Arial"/>
          <w:sz w:val="22"/>
          <w:szCs w:val="22"/>
        </w:rPr>
        <w:t xml:space="preserve">Freiraum in der Ansicht: Schaltplan und </w:t>
      </w:r>
      <w:r w:rsidR="00171586">
        <w:rPr>
          <w:rFonts w:ascii="Arial" w:hAnsi="Arial" w:cs="Arial"/>
          <w:sz w:val="22"/>
          <w:szCs w:val="22"/>
        </w:rPr>
        <w:t>AR</w:t>
      </w:r>
      <w:r w:rsidR="00256109">
        <w:rPr>
          <w:rFonts w:ascii="Arial" w:hAnsi="Arial" w:cs="Arial"/>
          <w:sz w:val="22"/>
          <w:szCs w:val="22"/>
        </w:rPr>
        <w:t xml:space="preserve">-Modell des </w:t>
      </w:r>
      <w:r w:rsidR="00256109" w:rsidRPr="00824A4B">
        <w:rPr>
          <w:rFonts w:ascii="Arial" w:hAnsi="Arial" w:cs="Arial"/>
          <w:sz w:val="22"/>
          <w:szCs w:val="22"/>
        </w:rPr>
        <w:t xml:space="preserve">Schrankes lassen sich </w:t>
      </w:r>
      <w:r w:rsidR="005655A1" w:rsidRPr="00824A4B">
        <w:rPr>
          <w:rFonts w:ascii="Arial" w:hAnsi="Arial" w:cs="Arial"/>
          <w:sz w:val="22"/>
          <w:szCs w:val="22"/>
        </w:rPr>
        <w:t xml:space="preserve">jetzt </w:t>
      </w:r>
      <w:r w:rsidR="009C4D8C" w:rsidRPr="00824A4B">
        <w:rPr>
          <w:rFonts w:ascii="Arial" w:hAnsi="Arial" w:cs="Arial"/>
          <w:sz w:val="22"/>
          <w:szCs w:val="22"/>
        </w:rPr>
        <w:t xml:space="preserve">auch </w:t>
      </w:r>
      <w:r w:rsidR="00256109" w:rsidRPr="00824A4B">
        <w:rPr>
          <w:rFonts w:ascii="Arial" w:hAnsi="Arial" w:cs="Arial"/>
          <w:sz w:val="22"/>
          <w:szCs w:val="22"/>
        </w:rPr>
        <w:t xml:space="preserve">nebeneinander </w:t>
      </w:r>
      <w:r w:rsidR="005655A1" w:rsidRPr="00824A4B">
        <w:rPr>
          <w:rFonts w:ascii="Arial" w:hAnsi="Arial" w:cs="Arial"/>
          <w:sz w:val="22"/>
          <w:szCs w:val="22"/>
        </w:rPr>
        <w:t>abbilden</w:t>
      </w:r>
      <w:r w:rsidR="00256109" w:rsidRPr="00824A4B">
        <w:rPr>
          <w:rFonts w:ascii="Arial" w:hAnsi="Arial" w:cs="Arial"/>
          <w:sz w:val="22"/>
          <w:szCs w:val="22"/>
        </w:rPr>
        <w:t xml:space="preserve"> – </w:t>
      </w:r>
      <w:r w:rsidR="00D26703" w:rsidRPr="00824A4B">
        <w:rPr>
          <w:rFonts w:ascii="Arial" w:hAnsi="Arial" w:cs="Arial"/>
          <w:sz w:val="22"/>
          <w:szCs w:val="22"/>
        </w:rPr>
        <w:t xml:space="preserve">damit beispielweise </w:t>
      </w:r>
      <w:r w:rsidR="00855823" w:rsidRPr="00824A4B">
        <w:rPr>
          <w:rFonts w:ascii="Arial" w:hAnsi="Arial" w:cs="Arial"/>
          <w:sz w:val="22"/>
          <w:szCs w:val="22"/>
        </w:rPr>
        <w:t xml:space="preserve">beim Maschinenstillstand der Fehler schnell </w:t>
      </w:r>
      <w:r w:rsidR="00774E9C" w:rsidRPr="00824A4B">
        <w:rPr>
          <w:rFonts w:ascii="Arial" w:hAnsi="Arial" w:cs="Arial"/>
          <w:sz w:val="22"/>
          <w:szCs w:val="22"/>
        </w:rPr>
        <w:t xml:space="preserve">nachverfolgt werden kann und die </w:t>
      </w:r>
      <w:r w:rsidR="00B43171" w:rsidRPr="00824A4B">
        <w:rPr>
          <w:rFonts w:ascii="Arial" w:hAnsi="Arial" w:cs="Arial"/>
          <w:sz w:val="22"/>
          <w:szCs w:val="22"/>
        </w:rPr>
        <w:t xml:space="preserve">fehlerhaften </w:t>
      </w:r>
      <w:r w:rsidR="00774E9C" w:rsidRPr="00824A4B">
        <w:rPr>
          <w:rFonts w:ascii="Arial" w:hAnsi="Arial" w:cs="Arial"/>
          <w:sz w:val="22"/>
          <w:szCs w:val="22"/>
        </w:rPr>
        <w:t xml:space="preserve">Komponenten </w:t>
      </w:r>
      <w:r w:rsidR="001C42E2" w:rsidRPr="00824A4B">
        <w:rPr>
          <w:rFonts w:ascii="Arial" w:hAnsi="Arial" w:cs="Arial"/>
          <w:sz w:val="22"/>
          <w:szCs w:val="22"/>
        </w:rPr>
        <w:t>im Schalt</w:t>
      </w:r>
      <w:r w:rsidR="009036F6" w:rsidRPr="00824A4B">
        <w:rPr>
          <w:rFonts w:ascii="Arial" w:hAnsi="Arial" w:cs="Arial"/>
          <w:sz w:val="22"/>
          <w:szCs w:val="22"/>
        </w:rPr>
        <w:t xml:space="preserve">schrank </w:t>
      </w:r>
      <w:r w:rsidR="00824A4B" w:rsidRPr="00824A4B">
        <w:rPr>
          <w:rFonts w:ascii="Arial" w:hAnsi="Arial" w:cs="Arial"/>
          <w:sz w:val="22"/>
          <w:szCs w:val="22"/>
        </w:rPr>
        <w:t>hervorgehoben</w:t>
      </w:r>
      <w:r w:rsidR="009036F6" w:rsidRPr="00824A4B">
        <w:rPr>
          <w:rFonts w:ascii="Arial" w:hAnsi="Arial" w:cs="Arial"/>
          <w:sz w:val="22"/>
          <w:szCs w:val="22"/>
        </w:rPr>
        <w:t xml:space="preserve"> werden</w:t>
      </w:r>
      <w:r w:rsidR="00B43171" w:rsidRPr="00824A4B">
        <w:rPr>
          <w:rFonts w:ascii="Arial" w:hAnsi="Arial" w:cs="Arial"/>
          <w:sz w:val="22"/>
          <w:szCs w:val="22"/>
        </w:rPr>
        <w:t>.</w:t>
      </w:r>
      <w:r w:rsidR="00D26B9E" w:rsidRPr="00824A4B">
        <w:rPr>
          <w:rFonts w:ascii="Arial" w:hAnsi="Arial" w:cs="Arial"/>
          <w:sz w:val="22"/>
          <w:szCs w:val="22"/>
        </w:rPr>
        <w:t xml:space="preserve"> </w:t>
      </w:r>
      <w:r w:rsidR="00256109" w:rsidRPr="00824A4B">
        <w:rPr>
          <w:rFonts w:ascii="Arial" w:hAnsi="Arial" w:cs="Arial"/>
          <w:sz w:val="22"/>
          <w:szCs w:val="22"/>
        </w:rPr>
        <w:t>Braucht das Servicepersonal weitere Informationen, kann es in Eplan eView Free direkt aus dem Schaltplan das 3D-Modell</w:t>
      </w:r>
      <w:r w:rsidR="00256109">
        <w:rPr>
          <w:rFonts w:ascii="Arial" w:hAnsi="Arial" w:cs="Arial"/>
          <w:sz w:val="22"/>
          <w:szCs w:val="22"/>
        </w:rPr>
        <w:t xml:space="preserve"> einer Komponente öffnen. Dass Betriebsmittellisten, Stücklisten, Kabelübersichten und andere Auswertungen wie Topologien </w:t>
      </w:r>
      <w:r w:rsidR="00925028">
        <w:rPr>
          <w:rFonts w:ascii="Arial" w:hAnsi="Arial" w:cs="Arial"/>
          <w:sz w:val="22"/>
          <w:szCs w:val="22"/>
        </w:rPr>
        <w:t>über einen Querverweis</w:t>
      </w:r>
      <w:r w:rsidR="00256109">
        <w:rPr>
          <w:rFonts w:ascii="Arial" w:hAnsi="Arial" w:cs="Arial"/>
          <w:sz w:val="22"/>
          <w:szCs w:val="22"/>
        </w:rPr>
        <w:t xml:space="preserve"> im Zugriff sind, ist ein weiterer Praxisvorteil. </w:t>
      </w:r>
    </w:p>
    <w:p w14:paraId="66A25C5A" w14:textId="5B3D8C86" w:rsidR="00256109" w:rsidRDefault="00256109" w:rsidP="008D74A4">
      <w:pPr>
        <w:pStyle w:val="StandardWeb"/>
        <w:spacing w:before="0" w:beforeAutospacing="0" w:after="0" w:afterAutospacing="0" w:line="312" w:lineRule="auto"/>
        <w:ind w:right="3493"/>
        <w:rPr>
          <w:rFonts w:ascii="Arial" w:hAnsi="Arial" w:cs="Arial"/>
          <w:sz w:val="22"/>
          <w:szCs w:val="22"/>
        </w:rPr>
      </w:pPr>
    </w:p>
    <w:p w14:paraId="6344DFCC" w14:textId="1A2AA171" w:rsidR="00E13D0D" w:rsidRPr="00E13D0D" w:rsidRDefault="00E13D0D" w:rsidP="00E13D0D">
      <w:pPr>
        <w:pStyle w:val="StandardWeb"/>
        <w:spacing w:before="0" w:beforeAutospacing="0" w:after="120" w:afterAutospacing="0" w:line="312" w:lineRule="auto"/>
        <w:ind w:right="3493"/>
        <w:rPr>
          <w:rFonts w:ascii="Arial" w:hAnsi="Arial" w:cs="Arial"/>
          <w:b/>
          <w:bCs/>
          <w:sz w:val="22"/>
          <w:szCs w:val="22"/>
        </w:rPr>
      </w:pPr>
      <w:r>
        <w:rPr>
          <w:rFonts w:ascii="Arial" w:hAnsi="Arial" w:cs="Arial"/>
          <w:b/>
          <w:bCs/>
          <w:sz w:val="22"/>
          <w:szCs w:val="22"/>
        </w:rPr>
        <w:t>Gutes Zusammenspiel von Engineering und Service</w:t>
      </w:r>
    </w:p>
    <w:p w14:paraId="545509FE" w14:textId="373BC868" w:rsidR="008D74A4" w:rsidRDefault="008D74A4" w:rsidP="008D74A4">
      <w:pPr>
        <w:pStyle w:val="StandardWeb"/>
        <w:spacing w:before="0" w:beforeAutospacing="0" w:after="0" w:afterAutospacing="0" w:line="312" w:lineRule="auto"/>
        <w:ind w:right="3493"/>
        <w:rPr>
          <w:rFonts w:ascii="Arial" w:hAnsi="Arial" w:cs="Arial"/>
          <w:sz w:val="22"/>
          <w:szCs w:val="22"/>
        </w:rPr>
      </w:pPr>
      <w:r>
        <w:rPr>
          <w:rFonts w:ascii="Arial" w:hAnsi="Arial" w:cs="Arial"/>
          <w:sz w:val="22"/>
          <w:szCs w:val="22"/>
        </w:rPr>
        <w:t xml:space="preserve">Per </w:t>
      </w:r>
      <w:proofErr w:type="spellStart"/>
      <w:r>
        <w:rPr>
          <w:rFonts w:ascii="Arial" w:hAnsi="Arial" w:cs="Arial"/>
          <w:sz w:val="22"/>
          <w:szCs w:val="22"/>
        </w:rPr>
        <w:t>Redlining</w:t>
      </w:r>
      <w:proofErr w:type="spellEnd"/>
      <w:r>
        <w:rPr>
          <w:rFonts w:ascii="Arial" w:hAnsi="Arial" w:cs="Arial"/>
          <w:sz w:val="22"/>
          <w:szCs w:val="22"/>
        </w:rPr>
        <w:t xml:space="preserve">-Funktion kann der Servicetechniker die Änderung </w:t>
      </w:r>
      <w:r w:rsidR="00F81ADF" w:rsidRPr="00824A4B">
        <w:rPr>
          <w:rFonts w:ascii="Arial" w:hAnsi="Arial" w:cs="Arial"/>
          <w:sz w:val="22"/>
          <w:szCs w:val="22"/>
        </w:rPr>
        <w:t>im Schaltplan</w:t>
      </w:r>
      <w:r w:rsidR="006D6837" w:rsidRPr="00824A4B">
        <w:rPr>
          <w:rFonts w:ascii="Arial" w:hAnsi="Arial" w:cs="Arial"/>
          <w:sz w:val="22"/>
          <w:szCs w:val="22"/>
        </w:rPr>
        <w:t xml:space="preserve"> </w:t>
      </w:r>
      <w:r w:rsidR="00824A4B" w:rsidRPr="00824A4B">
        <w:rPr>
          <w:rFonts w:ascii="Arial" w:hAnsi="Arial" w:cs="Arial"/>
          <w:sz w:val="22"/>
          <w:szCs w:val="22"/>
        </w:rPr>
        <w:t>vermerken</w:t>
      </w:r>
      <w:r>
        <w:rPr>
          <w:rFonts w:ascii="Arial" w:hAnsi="Arial" w:cs="Arial"/>
          <w:sz w:val="22"/>
          <w:szCs w:val="22"/>
        </w:rPr>
        <w:t>, die dann an das Engineering weitergereicht wird. Die Folge ist eine immer aktuelle Dokumentation auch für kommende Wartung</w:t>
      </w:r>
      <w:r w:rsidR="003162D0">
        <w:rPr>
          <w:rFonts w:ascii="Arial" w:hAnsi="Arial" w:cs="Arial"/>
          <w:sz w:val="22"/>
          <w:szCs w:val="22"/>
        </w:rPr>
        <w:t>s-</w:t>
      </w:r>
      <w:r>
        <w:rPr>
          <w:rFonts w:ascii="Arial" w:hAnsi="Arial" w:cs="Arial"/>
          <w:sz w:val="22"/>
          <w:szCs w:val="22"/>
        </w:rPr>
        <w:t xml:space="preserve"> oder Servicefälle. </w:t>
      </w:r>
      <w:r w:rsidR="00ED6FE5">
        <w:rPr>
          <w:rFonts w:ascii="Arial" w:hAnsi="Arial" w:cs="Arial"/>
          <w:sz w:val="22"/>
          <w:szCs w:val="22"/>
        </w:rPr>
        <w:t xml:space="preserve">Zusätzlich </w:t>
      </w:r>
      <w:r w:rsidR="00F856BB">
        <w:rPr>
          <w:rFonts w:ascii="Arial" w:hAnsi="Arial" w:cs="Arial"/>
          <w:sz w:val="22"/>
          <w:szCs w:val="22"/>
        </w:rPr>
        <w:t xml:space="preserve">können </w:t>
      </w:r>
      <w:r w:rsidR="00DE60DB">
        <w:rPr>
          <w:rFonts w:ascii="Arial" w:hAnsi="Arial" w:cs="Arial"/>
          <w:sz w:val="22"/>
          <w:szCs w:val="22"/>
        </w:rPr>
        <w:t xml:space="preserve">über </w:t>
      </w:r>
      <w:proofErr w:type="spellStart"/>
      <w:r w:rsidR="00DE60DB">
        <w:rPr>
          <w:rFonts w:ascii="Arial" w:hAnsi="Arial" w:cs="Arial"/>
          <w:sz w:val="22"/>
          <w:szCs w:val="22"/>
        </w:rPr>
        <w:t>Greenlinings</w:t>
      </w:r>
      <w:proofErr w:type="spellEnd"/>
      <w:r w:rsidR="00DE60DB">
        <w:rPr>
          <w:rFonts w:ascii="Arial" w:hAnsi="Arial" w:cs="Arial"/>
          <w:sz w:val="22"/>
          <w:szCs w:val="22"/>
        </w:rPr>
        <w:t xml:space="preserve"> </w:t>
      </w:r>
      <w:r w:rsidR="003162D0">
        <w:rPr>
          <w:rFonts w:ascii="Arial" w:hAnsi="Arial" w:cs="Arial"/>
          <w:sz w:val="22"/>
          <w:szCs w:val="22"/>
        </w:rPr>
        <w:t>beispielsweise Sollwerte</w:t>
      </w:r>
      <w:r w:rsidR="00DE60DB">
        <w:rPr>
          <w:rFonts w:ascii="Arial" w:hAnsi="Arial" w:cs="Arial"/>
          <w:sz w:val="22"/>
          <w:szCs w:val="22"/>
        </w:rPr>
        <w:t xml:space="preserve"> direkt </w:t>
      </w:r>
      <w:r w:rsidR="00824A4B">
        <w:rPr>
          <w:rFonts w:ascii="Arial" w:hAnsi="Arial" w:cs="Arial"/>
          <w:sz w:val="22"/>
          <w:szCs w:val="22"/>
        </w:rPr>
        <w:t xml:space="preserve">im </w:t>
      </w:r>
      <w:r w:rsidR="00DE60DB">
        <w:rPr>
          <w:rFonts w:ascii="Arial" w:hAnsi="Arial" w:cs="Arial"/>
          <w:sz w:val="22"/>
          <w:szCs w:val="22"/>
        </w:rPr>
        <w:t xml:space="preserve">Schaltplan vermerkt werden. </w:t>
      </w:r>
      <w:r>
        <w:rPr>
          <w:rFonts w:ascii="Arial" w:hAnsi="Arial" w:cs="Arial"/>
          <w:sz w:val="22"/>
          <w:szCs w:val="22"/>
        </w:rPr>
        <w:t xml:space="preserve">Dass die </w:t>
      </w:r>
      <w:r w:rsidR="00824A4B">
        <w:rPr>
          <w:rFonts w:ascii="Arial" w:hAnsi="Arial" w:cs="Arial"/>
          <w:sz w:val="22"/>
          <w:szCs w:val="22"/>
        </w:rPr>
        <w:t>g</w:t>
      </w:r>
      <w:r>
        <w:rPr>
          <w:rFonts w:ascii="Arial" w:hAnsi="Arial" w:cs="Arial"/>
          <w:sz w:val="22"/>
          <w:szCs w:val="22"/>
        </w:rPr>
        <w:t>esamte Dokumentation zu jeder Zeit und an jedem Ort der Welt einsehbar ist, wenn sie in der Eplan Cloud gespeichert ist, erleichtert die Kollaboration über Abteilungsgrenzen hinweg.</w:t>
      </w:r>
    </w:p>
    <w:p w14:paraId="77E17162" w14:textId="04200BDC" w:rsidR="00240A88" w:rsidRDefault="00240A88" w:rsidP="00240A88">
      <w:pPr>
        <w:pStyle w:val="paragraph"/>
        <w:spacing w:before="0" w:beforeAutospacing="0" w:after="0" w:afterAutospacing="0" w:line="312" w:lineRule="auto"/>
        <w:ind w:right="3493"/>
        <w:textAlignment w:val="baseline"/>
        <w:rPr>
          <w:rFonts w:ascii="Arial" w:hAnsi="Arial" w:cs="Arial"/>
          <w:sz w:val="22"/>
          <w:szCs w:val="22"/>
        </w:rPr>
      </w:pPr>
    </w:p>
    <w:p w14:paraId="5BC48394" w14:textId="59408FF2" w:rsidR="00996580" w:rsidRPr="008D74A4" w:rsidRDefault="00E13D0D" w:rsidP="00996580">
      <w:pPr>
        <w:pStyle w:val="paragraph"/>
        <w:spacing w:before="0" w:beforeAutospacing="0" w:after="120" w:afterAutospacing="0" w:line="312" w:lineRule="auto"/>
        <w:ind w:right="3493"/>
        <w:textAlignment w:val="baseline"/>
        <w:rPr>
          <w:rFonts w:ascii="Arial" w:hAnsi="Arial" w:cs="Arial"/>
          <w:b/>
          <w:bCs/>
          <w:sz w:val="22"/>
          <w:szCs w:val="22"/>
        </w:rPr>
      </w:pPr>
      <w:r>
        <w:rPr>
          <w:rFonts w:ascii="Arial" w:hAnsi="Arial" w:cs="Arial"/>
          <w:b/>
          <w:bCs/>
          <w:sz w:val="22"/>
          <w:szCs w:val="22"/>
        </w:rPr>
        <w:t xml:space="preserve">AR: </w:t>
      </w:r>
      <w:r w:rsidR="00996580" w:rsidRPr="008D74A4">
        <w:rPr>
          <w:rFonts w:ascii="Arial" w:hAnsi="Arial" w:cs="Arial"/>
          <w:b/>
          <w:bCs/>
          <w:sz w:val="22"/>
          <w:szCs w:val="22"/>
        </w:rPr>
        <w:t>Schaltschränke frei im Raum platzieren</w:t>
      </w:r>
    </w:p>
    <w:p w14:paraId="1CF8B8C2" w14:textId="1ADC69E0" w:rsidR="00996580" w:rsidRDefault="00996580" w:rsidP="00996580">
      <w:pPr>
        <w:pStyle w:val="paragraph"/>
        <w:spacing w:before="0" w:beforeAutospacing="0" w:after="0" w:afterAutospacing="0" w:line="312" w:lineRule="auto"/>
        <w:ind w:right="3493"/>
        <w:textAlignment w:val="baseline"/>
        <w:rPr>
          <w:rFonts w:ascii="Arial" w:hAnsi="Arial" w:cs="Arial"/>
          <w:sz w:val="22"/>
          <w:szCs w:val="22"/>
        </w:rPr>
      </w:pPr>
      <w:r>
        <w:rPr>
          <w:rFonts w:ascii="Arial" w:hAnsi="Arial" w:cs="Arial"/>
          <w:sz w:val="22"/>
          <w:szCs w:val="22"/>
        </w:rPr>
        <w:t>Mit der neuen Version von Eplan eView Free wurden auch die Möglichkeiten zur Platzierung von Schaltschränken im virtuellen Raum vereinfacht. Ein Schaltschrank</w:t>
      </w:r>
      <w:r w:rsidRPr="00CF7EAD">
        <w:rPr>
          <w:rFonts w:ascii="Arial" w:hAnsi="Arial" w:cs="Arial"/>
          <w:sz w:val="22"/>
          <w:szCs w:val="22"/>
        </w:rPr>
        <w:t xml:space="preserve"> </w:t>
      </w:r>
      <w:r>
        <w:rPr>
          <w:rFonts w:ascii="Arial" w:hAnsi="Arial" w:cs="Arial"/>
          <w:sz w:val="22"/>
          <w:szCs w:val="22"/>
        </w:rPr>
        <w:t xml:space="preserve">kann </w:t>
      </w:r>
      <w:r w:rsidRPr="00CF7EAD">
        <w:rPr>
          <w:rFonts w:ascii="Arial" w:hAnsi="Arial" w:cs="Arial"/>
          <w:sz w:val="22"/>
          <w:szCs w:val="22"/>
        </w:rPr>
        <w:t xml:space="preserve">über die Kamera </w:t>
      </w:r>
      <w:r>
        <w:rPr>
          <w:rFonts w:ascii="Arial" w:hAnsi="Arial" w:cs="Arial"/>
          <w:sz w:val="22"/>
          <w:szCs w:val="22"/>
        </w:rPr>
        <w:t>eines Tablets oder Smartphones</w:t>
      </w:r>
      <w:r w:rsidRPr="00CF7EAD">
        <w:rPr>
          <w:rFonts w:ascii="Arial" w:hAnsi="Arial" w:cs="Arial"/>
          <w:sz w:val="22"/>
          <w:szCs w:val="22"/>
        </w:rPr>
        <w:t xml:space="preserve"> </w:t>
      </w:r>
      <w:r>
        <w:rPr>
          <w:rFonts w:ascii="Arial" w:hAnsi="Arial" w:cs="Arial"/>
          <w:sz w:val="22"/>
          <w:szCs w:val="22"/>
        </w:rPr>
        <w:t>frei im Raum positioniert werden. Er l</w:t>
      </w:r>
      <w:r w:rsidRPr="00CF7EAD">
        <w:rPr>
          <w:rFonts w:ascii="Arial" w:hAnsi="Arial" w:cs="Arial"/>
          <w:sz w:val="22"/>
          <w:szCs w:val="22"/>
        </w:rPr>
        <w:t xml:space="preserve">ässt </w:t>
      </w:r>
      <w:r w:rsidRPr="00CF7EAD">
        <w:rPr>
          <w:rFonts w:ascii="Arial" w:hAnsi="Arial" w:cs="Arial"/>
          <w:sz w:val="22"/>
          <w:szCs w:val="22"/>
        </w:rPr>
        <w:lastRenderedPageBreak/>
        <w:t xml:space="preserve">sich </w:t>
      </w:r>
      <w:r>
        <w:rPr>
          <w:rFonts w:ascii="Arial" w:hAnsi="Arial" w:cs="Arial"/>
          <w:sz w:val="22"/>
          <w:szCs w:val="22"/>
        </w:rPr>
        <w:t>per AR-Technologie</w:t>
      </w:r>
      <w:r w:rsidRPr="00CF7EAD">
        <w:rPr>
          <w:rFonts w:ascii="Arial" w:hAnsi="Arial" w:cs="Arial"/>
          <w:sz w:val="22"/>
          <w:szCs w:val="22"/>
        </w:rPr>
        <w:t xml:space="preserve"> </w:t>
      </w:r>
      <w:r>
        <w:rPr>
          <w:rFonts w:ascii="Arial" w:hAnsi="Arial" w:cs="Arial"/>
          <w:sz w:val="22"/>
          <w:szCs w:val="22"/>
        </w:rPr>
        <w:t xml:space="preserve">in jeden gewünschten virtuellen Raum als Überlagerung der realen Welt projizieren – beispielsweise in eine Maschinenhalle. Auch der Zugang zur AR-Funktion über die </w:t>
      </w:r>
      <w:proofErr w:type="spellStart"/>
      <w:r>
        <w:rPr>
          <w:rFonts w:ascii="Arial" w:hAnsi="Arial" w:cs="Arial"/>
          <w:sz w:val="22"/>
          <w:szCs w:val="22"/>
        </w:rPr>
        <w:t>Vuforia</w:t>
      </w:r>
      <w:proofErr w:type="spellEnd"/>
      <w:r>
        <w:rPr>
          <w:rFonts w:ascii="Arial" w:hAnsi="Arial" w:cs="Arial"/>
          <w:sz w:val="22"/>
          <w:szCs w:val="22"/>
        </w:rPr>
        <w:t xml:space="preserve">-App von PTC wurde vereinfacht. Nutzer der kostenlosen Applikation können nun direkt im Viewer per Klick die AR-Funktion aufrufen. Die Software generiert in Folge einen QR-Code oder Link, der auch teilbar für andere Projektbeteiligte ist. Falls die </w:t>
      </w:r>
      <w:proofErr w:type="spellStart"/>
      <w:r>
        <w:rPr>
          <w:rFonts w:ascii="Arial" w:hAnsi="Arial" w:cs="Arial"/>
          <w:sz w:val="22"/>
          <w:szCs w:val="22"/>
        </w:rPr>
        <w:t>Vuforia</w:t>
      </w:r>
      <w:proofErr w:type="spellEnd"/>
      <w:r>
        <w:rPr>
          <w:rFonts w:ascii="Arial" w:hAnsi="Arial" w:cs="Arial"/>
          <w:sz w:val="22"/>
          <w:szCs w:val="22"/>
        </w:rPr>
        <w:t xml:space="preserve">-App nicht auf dem Endgerät installiert ist, wird der Installationsvorgang durch </w:t>
      </w:r>
      <w:proofErr w:type="spellStart"/>
      <w:r>
        <w:rPr>
          <w:rFonts w:ascii="Arial" w:hAnsi="Arial" w:cs="Arial"/>
          <w:sz w:val="22"/>
          <w:szCs w:val="22"/>
        </w:rPr>
        <w:t>eView</w:t>
      </w:r>
      <w:proofErr w:type="spellEnd"/>
      <w:r>
        <w:rPr>
          <w:rFonts w:ascii="Arial" w:hAnsi="Arial" w:cs="Arial"/>
          <w:sz w:val="22"/>
          <w:szCs w:val="22"/>
        </w:rPr>
        <w:t xml:space="preserve"> Free </w:t>
      </w:r>
      <w:r w:rsidR="00824A4B">
        <w:rPr>
          <w:rFonts w:ascii="Arial" w:hAnsi="Arial" w:cs="Arial"/>
          <w:sz w:val="22"/>
          <w:szCs w:val="22"/>
        </w:rPr>
        <w:t>vorgeschlagen</w:t>
      </w:r>
      <w:r>
        <w:rPr>
          <w:rFonts w:ascii="Arial" w:hAnsi="Arial" w:cs="Arial"/>
          <w:sz w:val="22"/>
          <w:szCs w:val="22"/>
        </w:rPr>
        <w:t xml:space="preserve">. </w:t>
      </w:r>
    </w:p>
    <w:p w14:paraId="5C73A66D" w14:textId="77777777" w:rsidR="00996580" w:rsidRDefault="00996580" w:rsidP="00240A88">
      <w:pPr>
        <w:pStyle w:val="paragraph"/>
        <w:spacing w:before="0" w:beforeAutospacing="0" w:after="0" w:afterAutospacing="0" w:line="312" w:lineRule="auto"/>
        <w:ind w:right="3493"/>
        <w:textAlignment w:val="baseline"/>
        <w:rPr>
          <w:rFonts w:ascii="Arial" w:hAnsi="Arial" w:cs="Arial"/>
          <w:sz w:val="22"/>
          <w:szCs w:val="22"/>
        </w:rPr>
      </w:pPr>
    </w:p>
    <w:p w14:paraId="18DA7FDE" w14:textId="53AA7E48" w:rsidR="00111846" w:rsidRPr="00B92E4B" w:rsidRDefault="00111846" w:rsidP="007F56A6">
      <w:pPr>
        <w:pStyle w:val="paragraph"/>
        <w:spacing w:before="0" w:beforeAutospacing="0" w:after="0" w:afterAutospacing="0" w:line="312" w:lineRule="auto"/>
        <w:ind w:right="3493"/>
        <w:textAlignment w:val="baseline"/>
        <w:rPr>
          <w:rFonts w:ascii="Arial" w:hAnsi="Arial" w:cs="Arial"/>
          <w:sz w:val="22"/>
          <w:szCs w:val="22"/>
        </w:rPr>
      </w:pPr>
      <w:r w:rsidRPr="00B92E4B">
        <w:rPr>
          <w:rFonts w:ascii="Arial" w:hAnsi="Arial" w:cs="Arial"/>
          <w:sz w:val="22"/>
          <w:szCs w:val="22"/>
        </w:rPr>
        <w:t xml:space="preserve">Mehr Infos </w:t>
      </w:r>
      <w:r w:rsidR="005814B5">
        <w:rPr>
          <w:rFonts w:ascii="Arial" w:hAnsi="Arial" w:cs="Arial"/>
          <w:sz w:val="22"/>
          <w:szCs w:val="22"/>
        </w:rPr>
        <w:t xml:space="preserve">und Download </w:t>
      </w:r>
      <w:r w:rsidRPr="00B92E4B">
        <w:rPr>
          <w:rFonts w:ascii="Arial" w:hAnsi="Arial" w:cs="Arial"/>
          <w:sz w:val="22"/>
          <w:szCs w:val="22"/>
        </w:rPr>
        <w:t xml:space="preserve">unter: </w:t>
      </w:r>
      <w:r w:rsidR="005814B5">
        <w:rPr>
          <w:rFonts w:ascii="Arial" w:hAnsi="Arial" w:cs="Arial"/>
          <w:sz w:val="22"/>
          <w:szCs w:val="22"/>
        </w:rPr>
        <w:t>www.eplan.com</w:t>
      </w:r>
    </w:p>
    <w:p w14:paraId="4ADC9986" w14:textId="77777777" w:rsidR="007F56A6" w:rsidRDefault="007F56A6" w:rsidP="007F56A6">
      <w:pPr>
        <w:pStyle w:val="paragraph"/>
        <w:spacing w:before="0" w:beforeAutospacing="0" w:after="0" w:afterAutospacing="0" w:line="312" w:lineRule="auto"/>
        <w:ind w:right="3493"/>
        <w:textAlignment w:val="baseline"/>
        <w:rPr>
          <w:rFonts w:ascii="Arial" w:hAnsi="Arial" w:cs="Arial"/>
          <w:sz w:val="22"/>
          <w:szCs w:val="22"/>
        </w:rPr>
      </w:pPr>
    </w:p>
    <w:p w14:paraId="75146E81" w14:textId="5B1ED469" w:rsidR="0047607D" w:rsidRPr="000A5019" w:rsidRDefault="0047607D" w:rsidP="007916BF">
      <w:pPr>
        <w:spacing w:after="240" w:line="312" w:lineRule="auto"/>
        <w:ind w:right="3493"/>
        <w:rPr>
          <w:rFonts w:ascii="Arial" w:hAnsi="Arial" w:cs="Arial"/>
          <w:sz w:val="22"/>
          <w:szCs w:val="22"/>
        </w:rPr>
      </w:pPr>
      <w:r w:rsidRPr="000A5019">
        <w:rPr>
          <w:rFonts w:ascii="Arial" w:hAnsi="Arial" w:cs="Arial"/>
          <w:sz w:val="22"/>
          <w:szCs w:val="22"/>
        </w:rPr>
        <w:t>(</w:t>
      </w:r>
      <w:r w:rsidR="00E13D0D">
        <w:rPr>
          <w:rFonts w:ascii="Arial" w:hAnsi="Arial" w:cs="Arial"/>
          <w:sz w:val="22"/>
          <w:szCs w:val="22"/>
        </w:rPr>
        <w:t>3.</w:t>
      </w:r>
      <w:r w:rsidR="003162D0">
        <w:rPr>
          <w:rFonts w:ascii="Arial" w:hAnsi="Arial" w:cs="Arial"/>
          <w:sz w:val="22"/>
          <w:szCs w:val="22"/>
        </w:rPr>
        <w:t>9</w:t>
      </w:r>
      <w:r w:rsidR="00932E97">
        <w:rPr>
          <w:rFonts w:ascii="Arial" w:hAnsi="Arial" w:cs="Arial"/>
          <w:sz w:val="22"/>
          <w:szCs w:val="22"/>
        </w:rPr>
        <w:t>1</w:t>
      </w:r>
      <w:r w:rsidR="003162D0">
        <w:rPr>
          <w:rFonts w:ascii="Arial" w:hAnsi="Arial" w:cs="Arial"/>
          <w:sz w:val="22"/>
          <w:szCs w:val="22"/>
        </w:rPr>
        <w:t>9</w:t>
      </w:r>
      <w:r w:rsidR="003C7EBF">
        <w:rPr>
          <w:rFonts w:ascii="Arial" w:hAnsi="Arial" w:cs="Arial"/>
          <w:sz w:val="22"/>
          <w:szCs w:val="22"/>
        </w:rPr>
        <w:t xml:space="preserve"> </w:t>
      </w:r>
      <w:r w:rsidRPr="000A5019">
        <w:rPr>
          <w:rFonts w:ascii="Arial" w:hAnsi="Arial" w:cs="Arial"/>
          <w:sz w:val="22"/>
          <w:szCs w:val="22"/>
        </w:rPr>
        <w:t>Zeichen)</w:t>
      </w:r>
    </w:p>
    <w:p w14:paraId="2BE0356A" w14:textId="77777777" w:rsidR="00CF274B" w:rsidRPr="000A5019" w:rsidRDefault="00CF274B" w:rsidP="007916BF">
      <w:pPr>
        <w:spacing w:after="240" w:line="312" w:lineRule="auto"/>
        <w:ind w:right="3493"/>
        <w:rPr>
          <w:rFonts w:ascii="Wingdings" w:hAnsi="Wingdings"/>
        </w:rPr>
      </w:pPr>
      <w:r w:rsidRPr="000A5019">
        <w:rPr>
          <w:rFonts w:ascii="Wingdings" w:hAnsi="Wingdings"/>
        </w:rPr>
        <w:t></w:t>
      </w:r>
    </w:p>
    <w:p w14:paraId="536DE25F" w14:textId="1BAAFEE9" w:rsidR="00CF274B" w:rsidRPr="00DC1071" w:rsidRDefault="007E6EEA" w:rsidP="007916BF">
      <w:pPr>
        <w:pStyle w:val="PIAbspann"/>
        <w:rPr>
          <w:b/>
          <w:bCs/>
        </w:rPr>
      </w:pPr>
      <w:r>
        <w:rPr>
          <w:b/>
          <w:bCs/>
        </w:rPr>
        <w:t>B</w:t>
      </w:r>
      <w:r w:rsidR="00CF274B" w:rsidRPr="00DC1071">
        <w:rPr>
          <w:b/>
          <w:bCs/>
        </w:rPr>
        <w:t>ildmaterial</w:t>
      </w:r>
      <w:r w:rsidR="006F7328" w:rsidRPr="00DC1071">
        <w:rPr>
          <w:b/>
          <w:bCs/>
        </w:rPr>
        <w:t xml:space="preserve"> </w:t>
      </w:r>
    </w:p>
    <w:p w14:paraId="6B25AECD" w14:textId="34579902" w:rsidR="007E6EEA" w:rsidRDefault="003162D0" w:rsidP="00EF6AD8">
      <w:pPr>
        <w:autoSpaceDE w:val="0"/>
        <w:autoSpaceDN w:val="0"/>
        <w:adjustRightInd w:val="0"/>
        <w:spacing w:after="240" w:line="312" w:lineRule="auto"/>
        <w:ind w:right="3493"/>
        <w:rPr>
          <w:rFonts w:ascii="Arial" w:hAnsi="Arial" w:cs="Arial"/>
          <w:sz w:val="18"/>
        </w:rPr>
      </w:pPr>
      <w:proofErr w:type="spellStart"/>
      <w:r>
        <w:rPr>
          <w:rFonts w:ascii="Arial" w:hAnsi="Arial" w:cs="Arial"/>
          <w:sz w:val="18"/>
        </w:rPr>
        <w:t>eView</w:t>
      </w:r>
      <w:proofErr w:type="spellEnd"/>
      <w:r>
        <w:rPr>
          <w:rFonts w:ascii="Arial" w:hAnsi="Arial" w:cs="Arial"/>
          <w:sz w:val="18"/>
        </w:rPr>
        <w:t xml:space="preserve"> Free.jpg: </w:t>
      </w:r>
      <w:r w:rsidRPr="003162D0">
        <w:rPr>
          <w:rFonts w:ascii="Arial" w:hAnsi="Arial" w:cs="Arial"/>
          <w:sz w:val="18"/>
        </w:rPr>
        <w:t xml:space="preserve">Zur SPS in Nürnberg </w:t>
      </w:r>
      <w:r w:rsidR="00DF39D0">
        <w:rPr>
          <w:rFonts w:ascii="Arial" w:hAnsi="Arial" w:cs="Arial"/>
          <w:sz w:val="18"/>
        </w:rPr>
        <w:t xml:space="preserve">gibt es Neuerungen in </w:t>
      </w:r>
      <w:proofErr w:type="spellStart"/>
      <w:r w:rsidRPr="003162D0">
        <w:rPr>
          <w:rFonts w:ascii="Arial" w:hAnsi="Arial" w:cs="Arial"/>
          <w:sz w:val="18"/>
        </w:rPr>
        <w:t>Eplan</w:t>
      </w:r>
      <w:proofErr w:type="spellEnd"/>
      <w:r w:rsidRPr="003162D0">
        <w:rPr>
          <w:rFonts w:ascii="Arial" w:hAnsi="Arial" w:cs="Arial"/>
          <w:sz w:val="18"/>
        </w:rPr>
        <w:t xml:space="preserve"> </w:t>
      </w:r>
      <w:proofErr w:type="spellStart"/>
      <w:r w:rsidRPr="003162D0">
        <w:rPr>
          <w:rFonts w:ascii="Arial" w:hAnsi="Arial" w:cs="Arial"/>
          <w:sz w:val="18"/>
        </w:rPr>
        <w:t>eView</w:t>
      </w:r>
      <w:proofErr w:type="spellEnd"/>
      <w:r w:rsidRPr="003162D0">
        <w:rPr>
          <w:rFonts w:ascii="Arial" w:hAnsi="Arial" w:cs="Arial"/>
          <w:sz w:val="18"/>
        </w:rPr>
        <w:t xml:space="preserve"> Free, die besonders dem Servicepersonal weit mehr Flexibilität </w:t>
      </w:r>
      <w:r>
        <w:rPr>
          <w:rFonts w:ascii="Arial" w:hAnsi="Arial" w:cs="Arial"/>
          <w:sz w:val="18"/>
        </w:rPr>
        <w:t>verschaffen.</w:t>
      </w:r>
    </w:p>
    <w:p w14:paraId="514B5B87" w14:textId="7B3CC1A1" w:rsidR="00DF39D0" w:rsidRDefault="00DF39D0" w:rsidP="00DF39D0">
      <w:pPr>
        <w:autoSpaceDE w:val="0"/>
        <w:autoSpaceDN w:val="0"/>
        <w:adjustRightInd w:val="0"/>
        <w:spacing w:after="240" w:line="312" w:lineRule="auto"/>
        <w:ind w:right="3493"/>
        <w:rPr>
          <w:rFonts w:ascii="Arial" w:hAnsi="Arial" w:cs="Arial"/>
          <w:sz w:val="18"/>
        </w:rPr>
      </w:pPr>
      <w:r>
        <w:rPr>
          <w:rFonts w:ascii="Arial" w:hAnsi="Arial" w:cs="Arial"/>
          <w:sz w:val="18"/>
        </w:rPr>
        <w:t>Tobias Kratz.jpg: „</w:t>
      </w:r>
      <w:r w:rsidRPr="00DF39D0">
        <w:rPr>
          <w:rFonts w:ascii="Arial" w:hAnsi="Arial" w:cs="Arial"/>
          <w:sz w:val="18"/>
        </w:rPr>
        <w:t xml:space="preserve">Mit der neuen 3D-Grafik-Engine lassen sich jetzt ganze Bereiche eines Schaltschranks ein- und ausblenden und sogar einzelne Komponenten hervorheben“, erklärt Tobias Kratz, Business </w:t>
      </w:r>
      <w:proofErr w:type="spellStart"/>
      <w:r w:rsidRPr="00DF39D0">
        <w:rPr>
          <w:rFonts w:ascii="Arial" w:hAnsi="Arial" w:cs="Arial"/>
          <w:sz w:val="18"/>
        </w:rPr>
        <w:t>Owner</w:t>
      </w:r>
      <w:proofErr w:type="spellEnd"/>
      <w:r w:rsidRPr="00DF39D0">
        <w:rPr>
          <w:rFonts w:ascii="Arial" w:hAnsi="Arial" w:cs="Arial"/>
          <w:sz w:val="18"/>
        </w:rPr>
        <w:t xml:space="preserve"> Rapid Desig</w:t>
      </w:r>
      <w:r>
        <w:rPr>
          <w:rFonts w:ascii="Arial" w:hAnsi="Arial" w:cs="Arial"/>
          <w:sz w:val="18"/>
        </w:rPr>
        <w:t xml:space="preserve">n bei </w:t>
      </w:r>
      <w:proofErr w:type="spellStart"/>
      <w:r>
        <w:rPr>
          <w:rFonts w:ascii="Arial" w:hAnsi="Arial" w:cs="Arial"/>
          <w:sz w:val="18"/>
        </w:rPr>
        <w:t>Eplan</w:t>
      </w:r>
      <w:proofErr w:type="spellEnd"/>
      <w:r>
        <w:rPr>
          <w:rFonts w:ascii="Arial" w:hAnsi="Arial" w:cs="Arial"/>
          <w:sz w:val="18"/>
        </w:rPr>
        <w:t xml:space="preserve">. </w:t>
      </w:r>
    </w:p>
    <w:p w14:paraId="799498B9" w14:textId="6FA5AD5D" w:rsidR="003162D0" w:rsidRDefault="00C842DD" w:rsidP="00EF6AD8">
      <w:pPr>
        <w:autoSpaceDE w:val="0"/>
        <w:autoSpaceDN w:val="0"/>
        <w:adjustRightInd w:val="0"/>
        <w:spacing w:after="240" w:line="312" w:lineRule="auto"/>
        <w:ind w:right="3493"/>
        <w:rPr>
          <w:rFonts w:ascii="Arial" w:hAnsi="Arial" w:cs="Arial"/>
          <w:sz w:val="18"/>
        </w:rPr>
      </w:pPr>
      <w:proofErr w:type="spellStart"/>
      <w:r>
        <w:rPr>
          <w:rFonts w:ascii="Arial" w:hAnsi="Arial" w:cs="Arial"/>
          <w:sz w:val="18"/>
        </w:rPr>
        <w:t>eView</w:t>
      </w:r>
      <w:proofErr w:type="spellEnd"/>
      <w:r>
        <w:rPr>
          <w:rFonts w:ascii="Arial" w:hAnsi="Arial" w:cs="Arial"/>
          <w:sz w:val="18"/>
        </w:rPr>
        <w:t xml:space="preserve"> Free </w:t>
      </w:r>
      <w:r w:rsidR="003162D0">
        <w:rPr>
          <w:rFonts w:ascii="Arial" w:hAnsi="Arial" w:cs="Arial"/>
          <w:sz w:val="18"/>
        </w:rPr>
        <w:t>3D-Ansicht</w:t>
      </w:r>
      <w:r w:rsidR="00DF39D0">
        <w:rPr>
          <w:rFonts w:ascii="Arial" w:hAnsi="Arial" w:cs="Arial"/>
          <w:sz w:val="18"/>
        </w:rPr>
        <w:t xml:space="preserve">.jpg: </w:t>
      </w:r>
      <w:r w:rsidR="00DF39D0" w:rsidRPr="00DF39D0">
        <w:rPr>
          <w:rFonts w:ascii="Arial" w:hAnsi="Arial" w:cs="Arial"/>
          <w:sz w:val="18"/>
        </w:rPr>
        <w:t xml:space="preserve">Die neue 3D-Ansicht in </w:t>
      </w:r>
      <w:proofErr w:type="spellStart"/>
      <w:r w:rsidR="00DF39D0" w:rsidRPr="00DF39D0">
        <w:rPr>
          <w:rFonts w:ascii="Arial" w:hAnsi="Arial" w:cs="Arial"/>
          <w:sz w:val="18"/>
        </w:rPr>
        <w:t>Eplan</w:t>
      </w:r>
      <w:proofErr w:type="spellEnd"/>
      <w:r w:rsidR="00DF39D0" w:rsidRPr="00DF39D0">
        <w:rPr>
          <w:rFonts w:ascii="Arial" w:hAnsi="Arial" w:cs="Arial"/>
          <w:sz w:val="18"/>
        </w:rPr>
        <w:t xml:space="preserve"> </w:t>
      </w:r>
      <w:proofErr w:type="spellStart"/>
      <w:r w:rsidR="00DF39D0" w:rsidRPr="00DF39D0">
        <w:rPr>
          <w:rFonts w:ascii="Arial" w:hAnsi="Arial" w:cs="Arial"/>
          <w:sz w:val="18"/>
        </w:rPr>
        <w:t>eView</w:t>
      </w:r>
      <w:proofErr w:type="spellEnd"/>
      <w:r w:rsidR="00DF39D0" w:rsidRPr="00DF39D0">
        <w:rPr>
          <w:rFonts w:ascii="Arial" w:hAnsi="Arial" w:cs="Arial"/>
          <w:sz w:val="18"/>
        </w:rPr>
        <w:t xml:space="preserve"> Free: Projekte lassen sich damit komfortabel visualisieren.</w:t>
      </w:r>
    </w:p>
    <w:p w14:paraId="5BECC614" w14:textId="6957DF7D" w:rsidR="00CF274B" w:rsidRDefault="00CF274B" w:rsidP="00EF6AD8">
      <w:pPr>
        <w:autoSpaceDE w:val="0"/>
        <w:autoSpaceDN w:val="0"/>
        <w:adjustRightInd w:val="0"/>
        <w:spacing w:after="240" w:line="312" w:lineRule="auto"/>
        <w:ind w:right="3493"/>
        <w:rPr>
          <w:rFonts w:ascii="Arial" w:hAnsi="Arial" w:cs="Arial"/>
          <w:sz w:val="18"/>
        </w:rPr>
      </w:pPr>
      <w:r w:rsidRPr="00EF6AD8">
        <w:rPr>
          <w:rFonts w:ascii="Arial" w:hAnsi="Arial" w:cs="Arial"/>
          <w:sz w:val="18"/>
        </w:rPr>
        <w:t xml:space="preserve">Abdruck honorarfrei. Bitte geben Sie als Quelle </w:t>
      </w:r>
      <w:r w:rsidR="00374B1B" w:rsidRPr="00EF6AD8">
        <w:rPr>
          <w:rFonts w:ascii="Arial" w:hAnsi="Arial" w:cs="Arial"/>
          <w:sz w:val="18"/>
        </w:rPr>
        <w:t xml:space="preserve">Eplan GmbH &amp; Co. KG </w:t>
      </w:r>
      <w:r w:rsidRPr="00EF6AD8">
        <w:rPr>
          <w:rFonts w:ascii="Arial" w:hAnsi="Arial" w:cs="Arial"/>
          <w:sz w:val="18"/>
        </w:rPr>
        <w:t>an. Wir freuen uns über einen Beleg.</w:t>
      </w:r>
    </w:p>
    <w:p w14:paraId="21C4019B" w14:textId="37CB512B" w:rsidR="003B25FA" w:rsidRPr="008F3340" w:rsidRDefault="003B25FA" w:rsidP="003B25FA">
      <w:pPr>
        <w:pStyle w:val="Kopfzeile"/>
        <w:tabs>
          <w:tab w:val="clear" w:pos="4536"/>
          <w:tab w:val="clear" w:pos="9072"/>
        </w:tabs>
        <w:spacing w:line="240" w:lineRule="atLeast"/>
        <w:ind w:right="3119"/>
        <w:rPr>
          <w:rFonts w:ascii="Arial" w:hAnsi="Arial" w:cs="Arial"/>
          <w:b/>
          <w:sz w:val="18"/>
          <w:szCs w:val="18"/>
        </w:rPr>
      </w:pPr>
      <w:r w:rsidRPr="008F3340">
        <w:rPr>
          <w:rFonts w:ascii="Arial" w:hAnsi="Arial" w:cs="Arial"/>
          <w:b/>
          <w:sz w:val="18"/>
          <w:szCs w:val="18"/>
        </w:rPr>
        <w:t>EPLAN</w:t>
      </w:r>
    </w:p>
    <w:p w14:paraId="777E5858" w14:textId="77777777" w:rsidR="003B25FA" w:rsidRPr="00540EEA" w:rsidRDefault="003B25FA" w:rsidP="003B25FA">
      <w:pPr>
        <w:pStyle w:val="Kopfzeile"/>
        <w:tabs>
          <w:tab w:val="clear" w:pos="4536"/>
          <w:tab w:val="clear" w:pos="9072"/>
        </w:tabs>
        <w:spacing w:line="240" w:lineRule="atLeast"/>
        <w:ind w:right="3119"/>
        <w:rPr>
          <w:rFonts w:ascii="Arial" w:hAnsi="Arial" w:cs="Arial"/>
          <w:b/>
          <w:sz w:val="22"/>
          <w:szCs w:val="22"/>
        </w:rPr>
      </w:pPr>
    </w:p>
    <w:p w14:paraId="45101B49" w14:textId="77777777" w:rsidR="003B25FA" w:rsidRPr="003B65B5" w:rsidRDefault="003B25FA" w:rsidP="003B25FA">
      <w:pPr>
        <w:spacing w:after="240" w:line="312" w:lineRule="auto"/>
        <w:ind w:right="3402"/>
        <w:rPr>
          <w:rFonts w:ascii="Arial" w:hAnsi="Arial" w:cs="Arial"/>
          <w:sz w:val="18"/>
          <w:szCs w:val="18"/>
        </w:rPr>
      </w:pPr>
      <w:r w:rsidRPr="00C0371C">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p>
    <w:p w14:paraId="15F387FA" w14:textId="77777777" w:rsidR="003B25FA" w:rsidRPr="003B65B5" w:rsidRDefault="003B25FA" w:rsidP="003B25FA">
      <w:pPr>
        <w:spacing w:after="240" w:line="312" w:lineRule="auto"/>
        <w:ind w:right="3402"/>
        <w:rPr>
          <w:rFonts w:ascii="Arial" w:hAnsi="Arial" w:cs="Arial"/>
          <w:sz w:val="18"/>
          <w:szCs w:val="18"/>
        </w:rPr>
      </w:pPr>
      <w:r w:rsidRPr="003B65B5">
        <w:rPr>
          <w:rFonts w:ascii="Arial" w:hAnsi="Arial" w:cs="Arial"/>
          <w:sz w:val="18"/>
          <w:szCs w:val="18"/>
        </w:rPr>
        <w:lastRenderedPageBreak/>
        <w:t xml:space="preserve">Standardisierte und individuelle ERP- und PLM/PDM-Schnittstellen sichern durchgängige Daten entlang der gesamten Wertschöpfungskette. Mit EPLAN zu arbeiten bedeutet uneingeschränkte Kommunikation über alle Engineering-Disziplinen hinweg. Egal ob kleine oder große Unternehmen: Kunden können so ihre Expertise effizienter einsetzen. Weltweit werden </w:t>
      </w:r>
      <w:r>
        <w:rPr>
          <w:rFonts w:ascii="Arial" w:hAnsi="Arial" w:cs="Arial"/>
          <w:sz w:val="18"/>
          <w:szCs w:val="18"/>
        </w:rPr>
        <w:t>über 65</w:t>
      </w:r>
      <w:r w:rsidRPr="003B65B5">
        <w:rPr>
          <w:rFonts w:ascii="Arial" w:hAnsi="Arial" w:cs="Arial"/>
          <w:sz w:val="18"/>
          <w:szCs w:val="18"/>
        </w:rPr>
        <w:t>.000 Kunden unterstützt. EPLAN will weiter mit Kunden und Partnern wachsen und treibt die Integration und Automatisierung im Engineering voran. Im Rahmen des EPLAN Partner Networks werden gemeinsam mit Partnern offene Schnittstellen und nahtlose Integrationen realisiert.</w:t>
      </w:r>
      <w:r>
        <w:rPr>
          <w:rFonts w:ascii="Arial" w:hAnsi="Arial" w:cs="Arial"/>
          <w:sz w:val="18"/>
          <w:szCs w:val="18"/>
        </w:rPr>
        <w:t xml:space="preserve"> </w:t>
      </w:r>
      <w:r w:rsidRPr="003B65B5">
        <w:rPr>
          <w:rFonts w:ascii="Arial" w:hAnsi="Arial" w:cs="Arial"/>
          <w:sz w:val="18"/>
          <w:szCs w:val="18"/>
        </w:rPr>
        <w:t>„</w:t>
      </w:r>
      <w:proofErr w:type="spellStart"/>
      <w:r w:rsidRPr="003B65B5">
        <w:rPr>
          <w:rFonts w:ascii="Arial" w:hAnsi="Arial" w:cs="Arial"/>
          <w:sz w:val="18"/>
          <w:szCs w:val="18"/>
        </w:rPr>
        <w:t>Efficient</w:t>
      </w:r>
      <w:proofErr w:type="spellEnd"/>
      <w:r w:rsidRPr="003B65B5">
        <w:rPr>
          <w:rFonts w:ascii="Arial" w:hAnsi="Arial" w:cs="Arial"/>
          <w:sz w:val="18"/>
          <w:szCs w:val="18"/>
        </w:rPr>
        <w:t xml:space="preserve"> Engineering“ ist die Devise.</w:t>
      </w:r>
    </w:p>
    <w:p w14:paraId="3AB44E19" w14:textId="77777777" w:rsidR="003B25FA" w:rsidRDefault="003B25FA" w:rsidP="003B25FA">
      <w:pPr>
        <w:pStyle w:val="PIAbspann"/>
      </w:pPr>
      <w:r>
        <w:t xml:space="preserve">EPLAN wurde 1984 gegründet und ist Teil der </w:t>
      </w:r>
      <w:r w:rsidRPr="00DA58BF">
        <w:t>Friedhelm Loh Group</w:t>
      </w:r>
      <w:r>
        <w:t xml:space="preserve">. </w:t>
      </w:r>
      <w:r w:rsidRPr="002A12BD">
        <w:t xml:space="preserve">Das Familienunternehmen ist mit </w:t>
      </w:r>
      <w:r>
        <w:t>über 12</w:t>
      </w:r>
      <w:r w:rsidRPr="002A12BD">
        <w:t xml:space="preserve"> Produktionsstätten und </w:t>
      </w:r>
      <w:r>
        <w:t>über 90</w:t>
      </w:r>
      <w:r w:rsidRPr="002A12BD">
        <w:t xml:space="preserve"> internationalen Tochtergesellschaften weltweit präsent. Die inhabergeführte Friedhelm Loh Group beschäftigt </w:t>
      </w:r>
      <w:r>
        <w:t>über 11.600</w:t>
      </w:r>
      <w:r w:rsidRPr="002A12BD">
        <w:t xml:space="preserve"> </w:t>
      </w:r>
      <w:r w:rsidRPr="0090671B">
        <w:t xml:space="preserve">Mitarbeiter und erzielte im Jahr </w:t>
      </w:r>
      <w:r>
        <w:t>2021</w:t>
      </w:r>
      <w:r w:rsidRPr="0090671B">
        <w:t xml:space="preserve"> einen Umsatz von 2,</w:t>
      </w:r>
      <w:r>
        <w:t>5</w:t>
      </w:r>
      <w:r w:rsidRPr="0090671B">
        <w:t xml:space="preserve"> Milliarden Euro. Zum </w:t>
      </w:r>
      <w:r>
        <w:t>14.</w:t>
      </w:r>
      <w:r w:rsidRPr="0090671B">
        <w:t xml:space="preserve"> Mal in Folge wurde die Unternehmensgruppe 20</w:t>
      </w:r>
      <w:r>
        <w:t>22</w:t>
      </w:r>
      <w:r w:rsidRPr="0090671B">
        <w:t xml:space="preserve"> als Top-Arbeitgeber Deutschland ausgezeichnet. In einer bundesweiten Studie stellten</w:t>
      </w:r>
      <w:r w:rsidRPr="002A12BD">
        <w:t xml:space="preserve"> die Zeitschrift Focus Money und die Stiftung Deutschland Test fest, dass </w:t>
      </w:r>
      <w:r>
        <w:t xml:space="preserve">die Friedhelm Loh Group 2021 </w:t>
      </w:r>
      <w:r w:rsidRPr="002A12BD">
        <w:t>zu den besten Ausbildungsbetrieben gehört.</w:t>
      </w:r>
    </w:p>
    <w:p w14:paraId="3224EB7A" w14:textId="77777777" w:rsidR="003B25FA" w:rsidRDefault="003B25FA" w:rsidP="003B25FA">
      <w:pPr>
        <w:pStyle w:val="PIAbspann"/>
        <w:spacing w:after="0"/>
      </w:pPr>
      <w:r w:rsidRPr="00C6579D">
        <w:t>Weitere Informationen finden Sie unter</w:t>
      </w:r>
      <w:r>
        <w:t xml:space="preserve">: </w:t>
      </w:r>
    </w:p>
    <w:p w14:paraId="308B9AC4" w14:textId="435540A1" w:rsidR="00834997" w:rsidRPr="00CF1600" w:rsidRDefault="003B25FA" w:rsidP="00CF1600">
      <w:pPr>
        <w:pStyle w:val="PIAbspann"/>
        <w:spacing w:after="0"/>
      </w:pPr>
      <w:r w:rsidRPr="00C6579D">
        <w:t>www.</w:t>
      </w:r>
      <w:r>
        <w:t>eplan</w:t>
      </w:r>
      <w:r w:rsidRPr="00C6579D">
        <w:t xml:space="preserve">.de und </w:t>
      </w:r>
      <w:r w:rsidRPr="00860FB6">
        <w:t>www.friedhelm-loh-group.com</w:t>
      </w:r>
    </w:p>
    <w:sectPr w:rsidR="00834997" w:rsidRPr="00CF1600" w:rsidSect="00A372FF">
      <w:headerReference w:type="default" r:id="rId12"/>
      <w:footerReference w:type="default" r:id="rId13"/>
      <w:headerReference w:type="first" r:id="rId14"/>
      <w:footerReference w:type="first" r:id="rId15"/>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ECB57E" w14:textId="77777777" w:rsidR="007F449C" w:rsidRDefault="007F449C">
      <w:r>
        <w:separator/>
      </w:r>
    </w:p>
  </w:endnote>
  <w:endnote w:type="continuationSeparator" w:id="0">
    <w:p w14:paraId="0400943F" w14:textId="77777777" w:rsidR="007F449C" w:rsidRDefault="007F449C">
      <w:r>
        <w:continuationSeparator/>
      </w:r>
    </w:p>
  </w:endnote>
  <w:endnote w:type="continuationNotice" w:id="1">
    <w:p w14:paraId="3983A5F7" w14:textId="77777777" w:rsidR="007F449C" w:rsidRDefault="007F44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32D85" w14:textId="3C8391D3" w:rsidR="00816731" w:rsidRPr="008C6F46" w:rsidRDefault="00816731"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AA088B">
      <w:rPr>
        <w:rStyle w:val="Seitenzahl"/>
        <w:rFonts w:ascii="Arial" w:hAnsi="Arial" w:cs="Arial"/>
        <w:noProof/>
        <w:sz w:val="22"/>
        <w:szCs w:val="22"/>
      </w:rPr>
      <w:t>5</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F507"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B1E41EE" wp14:editId="62D432E8">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1C5E2B" w14:textId="77777777" w:rsidR="007F449C" w:rsidRDefault="007F449C">
      <w:r>
        <w:separator/>
      </w:r>
    </w:p>
  </w:footnote>
  <w:footnote w:type="continuationSeparator" w:id="0">
    <w:p w14:paraId="36391EAB" w14:textId="77777777" w:rsidR="007F449C" w:rsidRDefault="007F449C">
      <w:r>
        <w:continuationSeparator/>
      </w:r>
    </w:p>
  </w:footnote>
  <w:footnote w:type="continuationNotice" w:id="1">
    <w:p w14:paraId="4C06AA39" w14:textId="77777777" w:rsidR="007F449C" w:rsidRDefault="007F449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D29C7" w14:textId="1FBF6BD9" w:rsidR="00816731" w:rsidRDefault="00816731">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58241" behindDoc="0" locked="0" layoutInCell="1" allowOverlap="1" wp14:anchorId="2E22F1E5" wp14:editId="19FA3BF1">
              <wp:simplePos x="0" y="0"/>
              <wp:positionH relativeFrom="column">
                <wp:posOffset>5187950</wp:posOffset>
              </wp:positionH>
              <wp:positionV relativeFrom="paragraph">
                <wp:posOffset>-46051</wp:posOffset>
              </wp:positionV>
              <wp:extent cx="1193165" cy="1370965"/>
              <wp:effectExtent l="0" t="0" r="6985" b="381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E22F1E5" id="_x0000_t202" coordsize="21600,21600" o:spt="202" path="m,l,21600r21600,l21600,xe">
              <v:stroke joinstyle="miter"/>
              <v:path gradientshapeok="t" o:connecttype="rect"/>
            </v:shapetype>
            <v:shape id="Text Box 7" o:spid="_x0000_s1027" type="#_x0000_t202" style="position:absolute;margin-left:408.5pt;margin-top:-3.65pt;width:93.95pt;height:107.95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" stroked="f">
              <v:textbox style="mso-fit-shape-to-text:t">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2">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v:shape>
          </w:pict>
        </mc:Fallback>
      </mc:AlternateContent>
    </w:r>
    <w:r>
      <w:rPr>
        <w:rFonts w:ascii="Arial" w:hAnsi="Arial" w:cs="Arial"/>
        <w:b/>
        <w:bCs/>
        <w:i/>
        <w:iCs/>
        <w:spacing w:val="40"/>
        <w:sz w:val="32"/>
        <w:lang w:val="en-GB"/>
      </w:rPr>
      <w:t>Presse-Information</w:t>
    </w:r>
  </w:p>
  <w:p w14:paraId="27A8B33A" w14:textId="69005F55" w:rsidR="00816731" w:rsidRDefault="00816731" w:rsidP="00374B1B">
    <w:pPr>
      <w:pStyle w:val="Kopfzeile"/>
    </w:pPr>
    <w:r>
      <w:rPr>
        <w:rFonts w:ascii="Arial" w:hAnsi="Arial" w:cs="Arial"/>
        <w:sz w:val="22"/>
        <w:lang w:val="en-GB"/>
      </w:rPr>
      <w:t xml:space="preserve">Eplan </w:t>
    </w:r>
  </w:p>
  <w:p w14:paraId="0DF07C2F" w14:textId="3B03117E" w:rsidR="00816731" w:rsidRDefault="00816731" w:rsidP="001878C3">
    <w:pPr>
      <w:pStyle w:val="Kopfzeile"/>
      <w:tabs>
        <w:tab w:val="clear" w:pos="4536"/>
        <w:tab w:val="clear" w:pos="9072"/>
        <w:tab w:val="left" w:pos="6679"/>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C33E9" w14:textId="0BDAB991" w:rsidR="00816731" w:rsidRDefault="00E521F7">
    <w:pPr>
      <w:pStyle w:val="Kopfzeile"/>
      <w:spacing w:after="60"/>
      <w:rPr>
        <w:rFonts w:ascii="Arial" w:hAnsi="Arial" w:cs="Arial"/>
        <w:b/>
        <w:bCs/>
        <w:i/>
        <w:iCs/>
        <w:spacing w:val="40"/>
        <w:sz w:val="32"/>
        <w:lang w:val="en-GB"/>
      </w:rPr>
    </w:pPr>
    <w:r w:rsidRPr="00E521F7">
      <w:rPr>
        <w:rFonts w:ascii="Arial" w:hAnsi="Arial" w:cs="Arial"/>
        <w:b/>
        <w:bCs/>
        <w:i/>
        <w:iCs/>
        <w:noProof/>
        <w:spacing w:val="40"/>
        <w:sz w:val="32"/>
        <w:lang w:val="en-GB"/>
      </w:rPr>
      <mc:AlternateContent>
        <mc:Choice Requires="wps">
          <w:drawing>
            <wp:anchor distT="45720" distB="45720" distL="114300" distR="114300" simplePos="0" relativeHeight="251658242" behindDoc="0" locked="0" layoutInCell="1" allowOverlap="1" wp14:anchorId="7ADDB814" wp14:editId="1A24198E">
              <wp:simplePos x="0" y="0"/>
              <wp:positionH relativeFrom="margin">
                <wp:posOffset>5195570</wp:posOffset>
              </wp:positionH>
              <wp:positionV relativeFrom="paragraph">
                <wp:posOffset>-50800</wp:posOffset>
              </wp:positionV>
              <wp:extent cx="1095375" cy="1314450"/>
              <wp:effectExtent l="0" t="0" r="9525"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314450"/>
                      </a:xfrm>
                      <a:prstGeom prst="rect">
                        <a:avLst/>
                      </a:prstGeom>
                      <a:solidFill>
                        <a:srgbClr val="FFFFFF"/>
                      </a:solidFill>
                      <a:ln w="9525">
                        <a:noFill/>
                        <a:miter lim="800000"/>
                        <a:headEnd/>
                        <a:tailEnd/>
                      </a:ln>
                    </wps:spPr>
                    <wps:txb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DB814" id="_x0000_t202" coordsize="21600,21600" o:spt="202" path="m,l,21600r21600,l21600,xe">
              <v:stroke joinstyle="miter"/>
              <v:path gradientshapeok="t" o:connecttype="rect"/>
            </v:shapetype>
            <v:shape id="Textfeld 2" o:spid="_x0000_s1028" type="#_x0000_t202" style="position:absolute;margin-left:409.1pt;margin-top:-4pt;width:86.25pt;height:103.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" stroked="f">
              <v:textbo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2">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w10:wrap type="square" anchorx="margin"/>
            </v:shape>
          </w:pict>
        </mc:Fallback>
      </mc:AlternateContent>
    </w:r>
    <w:r w:rsidR="00816731">
      <w:rPr>
        <w:rFonts w:ascii="Arial" w:hAnsi="Arial" w:cs="Arial"/>
        <w:b/>
        <w:bCs/>
        <w:i/>
        <w:iCs/>
        <w:spacing w:val="40"/>
        <w:sz w:val="32"/>
        <w:lang w:val="en-GB"/>
      </w:rPr>
      <w:t>Presse-Information</w:t>
    </w:r>
  </w:p>
  <w:p w14:paraId="41C05AD8" w14:textId="11D38D61" w:rsidR="00816731" w:rsidRDefault="007E6EEA">
    <w:pPr>
      <w:pStyle w:val="Kopfzeile"/>
    </w:pPr>
    <w:r>
      <w:rPr>
        <w:noProof/>
      </w:rPr>
      <mc:AlternateContent>
        <mc:Choice Requires="wps">
          <w:drawing>
            <wp:anchor distT="0" distB="0" distL="114300" distR="114300" simplePos="0" relativeHeight="251658243" behindDoc="0" locked="0" layoutInCell="1" allowOverlap="1" wp14:anchorId="6E80AB86" wp14:editId="3EDE3DB2">
              <wp:simplePos x="0" y="0"/>
              <wp:positionH relativeFrom="column">
                <wp:posOffset>-86825</wp:posOffset>
              </wp:positionH>
              <wp:positionV relativeFrom="paragraph">
                <wp:posOffset>413546</wp:posOffset>
              </wp:positionV>
              <wp:extent cx="3167380" cy="638175"/>
              <wp:effectExtent l="0" t="0" r="0" b="9525"/>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7380" cy="638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212467" w14:textId="7EB9CBCA" w:rsidR="007E6EEA" w:rsidRDefault="007E6EEA" w:rsidP="007E6EEA">
                          <w:pPr>
                            <w:pStyle w:val="PIAnkndigung"/>
                          </w:pPr>
                          <w:r>
                            <w:t>Eplan auf der SPS in Halle 6, Stand 238</w:t>
                          </w:r>
                        </w:p>
                        <w:p w14:paraId="3114E907" w14:textId="4990E178" w:rsidR="007E6EEA" w:rsidRDefault="007E6EEA" w:rsidP="007E6EEA">
                          <w:pPr>
                            <w:pStyle w:val="PIAnkndigung"/>
                          </w:pPr>
                          <w:r>
                            <w:t>sowie in Halle 3, Stand 121</w:t>
                          </w:r>
                        </w:p>
                        <w:p w14:paraId="4EDEAA3B" w14:textId="77777777" w:rsidR="007E6EEA" w:rsidRDefault="007E6EEA" w:rsidP="007E6EEA">
                          <w:pPr>
                            <w:pStyle w:val="PIAnkndigung"/>
                          </w:pPr>
                          <w:r>
                            <w:t>8. bis 10. November 2022 in Nürnberg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80AB86" id="_x0000_s1029" type="#_x0000_t202" style="position:absolute;margin-left:-6.85pt;margin-top:32.55pt;width:249.4pt;height:50.2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" stroked="f">
              <v:textbox>
                <w:txbxContent>
                  <w:p w14:paraId="5B212467" w14:textId="7EB9CBCA" w:rsidR="007E6EEA" w:rsidRDefault="007E6EEA" w:rsidP="007E6EEA">
                    <w:pPr>
                      <w:pStyle w:val="PIAnkndigung"/>
                    </w:pPr>
                    <w:r>
                      <w:t>Eplan auf der SPS in Halle 6, Stand 238</w:t>
                    </w:r>
                  </w:p>
                  <w:p w14:paraId="3114E907" w14:textId="4990E178" w:rsidR="007E6EEA" w:rsidRDefault="007E6EEA" w:rsidP="007E6EEA">
                    <w:pPr>
                      <w:pStyle w:val="PIAnkndigung"/>
                    </w:pPr>
                    <w:r>
                      <w:t>sowie in Halle 3, Stand 121</w:t>
                    </w:r>
                  </w:p>
                  <w:p w14:paraId="4EDEAA3B" w14:textId="77777777" w:rsidR="007E6EEA" w:rsidRDefault="007E6EEA" w:rsidP="007E6EEA">
                    <w:pPr>
                      <w:pStyle w:val="PIAnkndigung"/>
                    </w:pPr>
                    <w:r>
                      <w:t>8. bis 10. November 2022 in Nürnberg</w:t>
                    </w:r>
                  </w:p>
                </w:txbxContent>
              </v:textbox>
            </v:shape>
          </w:pict>
        </mc:Fallback>
      </mc:AlternateContent>
    </w:r>
    <w:r w:rsidR="00816731">
      <w:rPr>
        <w:rFonts w:ascii="Arial" w:hAnsi="Arial" w:cs="Arial"/>
        <w:sz w:val="22"/>
        <w:lang w:val="en-GB"/>
      </w:rPr>
      <w:t xml:space="preserve">Eplan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463FCC"/>
    <w:multiLevelType w:val="multilevel"/>
    <w:tmpl w:val="5AA25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533030"/>
    <w:multiLevelType w:val="multilevel"/>
    <w:tmpl w:val="9D7669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D04588D"/>
    <w:multiLevelType w:val="multilevel"/>
    <w:tmpl w:val="DF043E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1E820B9B"/>
    <w:multiLevelType w:val="multilevel"/>
    <w:tmpl w:val="B212F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C533F0"/>
    <w:multiLevelType w:val="multilevel"/>
    <w:tmpl w:val="9C9A3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AC00C9"/>
    <w:multiLevelType w:val="multilevel"/>
    <w:tmpl w:val="94365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2576975"/>
    <w:multiLevelType w:val="multilevel"/>
    <w:tmpl w:val="1CAC3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391F13D3"/>
    <w:multiLevelType w:val="multilevel"/>
    <w:tmpl w:val="7E04F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B83FE9"/>
    <w:multiLevelType w:val="multilevel"/>
    <w:tmpl w:val="21CE2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8"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B1236C9"/>
    <w:multiLevelType w:val="multilevel"/>
    <w:tmpl w:val="F75C0B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4C30365"/>
    <w:multiLevelType w:val="multilevel"/>
    <w:tmpl w:val="BB7AC7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3"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24"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5" w15:restartNumberingAfterBreak="0">
    <w:nsid w:val="752E3C7C"/>
    <w:multiLevelType w:val="multilevel"/>
    <w:tmpl w:val="31362B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0"/>
  </w:num>
  <w:num w:numId="3">
    <w:abstractNumId w:val="4"/>
  </w:num>
  <w:num w:numId="4">
    <w:abstractNumId w:val="5"/>
  </w:num>
  <w:num w:numId="5">
    <w:abstractNumId w:val="11"/>
  </w:num>
  <w:num w:numId="6">
    <w:abstractNumId w:val="12"/>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14"/>
  </w:num>
  <w:num w:numId="12">
    <w:abstractNumId w:val="17"/>
  </w:num>
  <w:num w:numId="13">
    <w:abstractNumId w:val="18"/>
  </w:num>
  <w:num w:numId="14">
    <w:abstractNumId w:val="1"/>
  </w:num>
  <w:num w:numId="15">
    <w:abstractNumId w:val="26"/>
  </w:num>
  <w:num w:numId="16">
    <w:abstractNumId w:val="13"/>
  </w:num>
  <w:num w:numId="17">
    <w:abstractNumId w:val="23"/>
  </w:num>
  <w:num w:numId="18">
    <w:abstractNumId w:val="3"/>
  </w:num>
  <w:num w:numId="19">
    <w:abstractNumId w:val="19"/>
  </w:num>
  <w:num w:numId="20">
    <w:abstractNumId w:val="21"/>
  </w:num>
  <w:num w:numId="21">
    <w:abstractNumId w:val="25"/>
  </w:num>
  <w:num w:numId="22">
    <w:abstractNumId w:val="6"/>
  </w:num>
  <w:num w:numId="23">
    <w:abstractNumId w:val="9"/>
  </w:num>
  <w:num w:numId="24">
    <w:abstractNumId w:val="7"/>
  </w:num>
  <w:num w:numId="25">
    <w:abstractNumId w:val="8"/>
  </w:num>
  <w:num w:numId="26">
    <w:abstractNumId w:val="2"/>
  </w:num>
  <w:num w:numId="27">
    <w:abstractNumId w:val="15"/>
  </w:num>
  <w:num w:numId="28">
    <w:abstractNumId w:val="16"/>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1F2"/>
    <w:rsid w:val="00000DC7"/>
    <w:rsid w:val="00007487"/>
    <w:rsid w:val="00010AB8"/>
    <w:rsid w:val="000138F6"/>
    <w:rsid w:val="00014C3F"/>
    <w:rsid w:val="00014EEA"/>
    <w:rsid w:val="00017F3C"/>
    <w:rsid w:val="00020B95"/>
    <w:rsid w:val="00023DD1"/>
    <w:rsid w:val="00024503"/>
    <w:rsid w:val="00026458"/>
    <w:rsid w:val="000276A8"/>
    <w:rsid w:val="00040441"/>
    <w:rsid w:val="000416BE"/>
    <w:rsid w:val="00042383"/>
    <w:rsid w:val="000428FB"/>
    <w:rsid w:val="0004397C"/>
    <w:rsid w:val="00046B4A"/>
    <w:rsid w:val="00051497"/>
    <w:rsid w:val="00052E4F"/>
    <w:rsid w:val="00054DEB"/>
    <w:rsid w:val="00056277"/>
    <w:rsid w:val="00061ABC"/>
    <w:rsid w:val="00064786"/>
    <w:rsid w:val="00070778"/>
    <w:rsid w:val="00071E2C"/>
    <w:rsid w:val="000721CC"/>
    <w:rsid w:val="0007320E"/>
    <w:rsid w:val="000749C8"/>
    <w:rsid w:val="00076D04"/>
    <w:rsid w:val="0008634B"/>
    <w:rsid w:val="00090A07"/>
    <w:rsid w:val="000974AF"/>
    <w:rsid w:val="000A1F79"/>
    <w:rsid w:val="000A2FB3"/>
    <w:rsid w:val="000A5019"/>
    <w:rsid w:val="000A5A45"/>
    <w:rsid w:val="000A5D4B"/>
    <w:rsid w:val="000A6156"/>
    <w:rsid w:val="000A7A41"/>
    <w:rsid w:val="000B0FDC"/>
    <w:rsid w:val="000B6774"/>
    <w:rsid w:val="000B736C"/>
    <w:rsid w:val="000B7B9D"/>
    <w:rsid w:val="000C4553"/>
    <w:rsid w:val="000C5F56"/>
    <w:rsid w:val="000C745B"/>
    <w:rsid w:val="000D0BF5"/>
    <w:rsid w:val="000D0D4D"/>
    <w:rsid w:val="000D1962"/>
    <w:rsid w:val="000D59D2"/>
    <w:rsid w:val="000D669F"/>
    <w:rsid w:val="000E180A"/>
    <w:rsid w:val="000E2583"/>
    <w:rsid w:val="000E449F"/>
    <w:rsid w:val="000E64D1"/>
    <w:rsid w:val="000E764C"/>
    <w:rsid w:val="000E7B68"/>
    <w:rsid w:val="000F008B"/>
    <w:rsid w:val="000F1806"/>
    <w:rsid w:val="000F1AB8"/>
    <w:rsid w:val="001005C4"/>
    <w:rsid w:val="00102DD1"/>
    <w:rsid w:val="00104886"/>
    <w:rsid w:val="00104A94"/>
    <w:rsid w:val="00106143"/>
    <w:rsid w:val="00106FC6"/>
    <w:rsid w:val="00111846"/>
    <w:rsid w:val="0011187E"/>
    <w:rsid w:val="00115895"/>
    <w:rsid w:val="00116A02"/>
    <w:rsid w:val="00116DEA"/>
    <w:rsid w:val="00120945"/>
    <w:rsid w:val="0012679F"/>
    <w:rsid w:val="00127BE8"/>
    <w:rsid w:val="00127FF2"/>
    <w:rsid w:val="001320CD"/>
    <w:rsid w:val="00134939"/>
    <w:rsid w:val="00134E83"/>
    <w:rsid w:val="00140956"/>
    <w:rsid w:val="00145949"/>
    <w:rsid w:val="00146B43"/>
    <w:rsid w:val="00150689"/>
    <w:rsid w:val="00153E95"/>
    <w:rsid w:val="00161675"/>
    <w:rsid w:val="00161EE7"/>
    <w:rsid w:val="00162943"/>
    <w:rsid w:val="00166725"/>
    <w:rsid w:val="00166F0B"/>
    <w:rsid w:val="001704C6"/>
    <w:rsid w:val="0017058B"/>
    <w:rsid w:val="00171586"/>
    <w:rsid w:val="00171F7C"/>
    <w:rsid w:val="00176B5A"/>
    <w:rsid w:val="0018353C"/>
    <w:rsid w:val="0018689F"/>
    <w:rsid w:val="00186C54"/>
    <w:rsid w:val="001878C3"/>
    <w:rsid w:val="00194802"/>
    <w:rsid w:val="00195CA3"/>
    <w:rsid w:val="00196BAD"/>
    <w:rsid w:val="00197317"/>
    <w:rsid w:val="001A0FC4"/>
    <w:rsid w:val="001A40F8"/>
    <w:rsid w:val="001A5037"/>
    <w:rsid w:val="001B19BC"/>
    <w:rsid w:val="001B5DE7"/>
    <w:rsid w:val="001C0C96"/>
    <w:rsid w:val="001C27B7"/>
    <w:rsid w:val="001C42E2"/>
    <w:rsid w:val="001C5921"/>
    <w:rsid w:val="001D1DCD"/>
    <w:rsid w:val="001D2C1D"/>
    <w:rsid w:val="001D2DE0"/>
    <w:rsid w:val="001D47A3"/>
    <w:rsid w:val="001D4A42"/>
    <w:rsid w:val="001D75EE"/>
    <w:rsid w:val="001E1FA8"/>
    <w:rsid w:val="001E2DA1"/>
    <w:rsid w:val="001E2EC3"/>
    <w:rsid w:val="001E3D4E"/>
    <w:rsid w:val="001E3EC6"/>
    <w:rsid w:val="001E4D9F"/>
    <w:rsid w:val="001E5215"/>
    <w:rsid w:val="001F29BA"/>
    <w:rsid w:val="001F326A"/>
    <w:rsid w:val="001F335F"/>
    <w:rsid w:val="001F40E8"/>
    <w:rsid w:val="001F5E30"/>
    <w:rsid w:val="001F630D"/>
    <w:rsid w:val="00200313"/>
    <w:rsid w:val="0020125B"/>
    <w:rsid w:val="00202066"/>
    <w:rsid w:val="002024DC"/>
    <w:rsid w:val="00202F26"/>
    <w:rsid w:val="00204B20"/>
    <w:rsid w:val="00205A7A"/>
    <w:rsid w:val="00205ABB"/>
    <w:rsid w:val="00207809"/>
    <w:rsid w:val="00216DA9"/>
    <w:rsid w:val="00220D64"/>
    <w:rsid w:val="002243FE"/>
    <w:rsid w:val="00224DBE"/>
    <w:rsid w:val="00226CAF"/>
    <w:rsid w:val="002338B3"/>
    <w:rsid w:val="0024095D"/>
    <w:rsid w:val="00240A88"/>
    <w:rsid w:val="00241025"/>
    <w:rsid w:val="00245C55"/>
    <w:rsid w:val="00247086"/>
    <w:rsid w:val="00247F15"/>
    <w:rsid w:val="00250534"/>
    <w:rsid w:val="00250F0D"/>
    <w:rsid w:val="002522B5"/>
    <w:rsid w:val="002552E1"/>
    <w:rsid w:val="0025543E"/>
    <w:rsid w:val="0025580D"/>
    <w:rsid w:val="00256109"/>
    <w:rsid w:val="00262CA5"/>
    <w:rsid w:val="00263489"/>
    <w:rsid w:val="00265267"/>
    <w:rsid w:val="00265D07"/>
    <w:rsid w:val="00265E22"/>
    <w:rsid w:val="00266ADF"/>
    <w:rsid w:val="0027042A"/>
    <w:rsid w:val="0027044E"/>
    <w:rsid w:val="0027123B"/>
    <w:rsid w:val="00274529"/>
    <w:rsid w:val="0028192D"/>
    <w:rsid w:val="00281E0F"/>
    <w:rsid w:val="0028258D"/>
    <w:rsid w:val="0028724E"/>
    <w:rsid w:val="002905A5"/>
    <w:rsid w:val="00292E2A"/>
    <w:rsid w:val="0029326F"/>
    <w:rsid w:val="00293D7C"/>
    <w:rsid w:val="002979FC"/>
    <w:rsid w:val="002A3B91"/>
    <w:rsid w:val="002B2455"/>
    <w:rsid w:val="002B4C73"/>
    <w:rsid w:val="002B5570"/>
    <w:rsid w:val="002C1AEE"/>
    <w:rsid w:val="002C1D1A"/>
    <w:rsid w:val="002C4118"/>
    <w:rsid w:val="002C51AB"/>
    <w:rsid w:val="002D070E"/>
    <w:rsid w:val="002E01CA"/>
    <w:rsid w:val="002E1C53"/>
    <w:rsid w:val="002F153E"/>
    <w:rsid w:val="002F1868"/>
    <w:rsid w:val="002F71E0"/>
    <w:rsid w:val="002F7AB2"/>
    <w:rsid w:val="002F7D54"/>
    <w:rsid w:val="00300D7C"/>
    <w:rsid w:val="00303EA0"/>
    <w:rsid w:val="0030644E"/>
    <w:rsid w:val="00310444"/>
    <w:rsid w:val="00310D23"/>
    <w:rsid w:val="0031173D"/>
    <w:rsid w:val="003162D0"/>
    <w:rsid w:val="003167DB"/>
    <w:rsid w:val="00317F22"/>
    <w:rsid w:val="00321849"/>
    <w:rsid w:val="00321908"/>
    <w:rsid w:val="00322417"/>
    <w:rsid w:val="003229D5"/>
    <w:rsid w:val="00323161"/>
    <w:rsid w:val="00323D8D"/>
    <w:rsid w:val="003245CC"/>
    <w:rsid w:val="00324B5A"/>
    <w:rsid w:val="0032582B"/>
    <w:rsid w:val="00325AB7"/>
    <w:rsid w:val="00327764"/>
    <w:rsid w:val="00327F03"/>
    <w:rsid w:val="003308CF"/>
    <w:rsid w:val="003340DF"/>
    <w:rsid w:val="003360C5"/>
    <w:rsid w:val="00336158"/>
    <w:rsid w:val="003455E8"/>
    <w:rsid w:val="00346DA8"/>
    <w:rsid w:val="00347595"/>
    <w:rsid w:val="00351DFD"/>
    <w:rsid w:val="0035380A"/>
    <w:rsid w:val="00353D92"/>
    <w:rsid w:val="0035786B"/>
    <w:rsid w:val="00357955"/>
    <w:rsid w:val="00360650"/>
    <w:rsid w:val="00361088"/>
    <w:rsid w:val="00361213"/>
    <w:rsid w:val="00362532"/>
    <w:rsid w:val="00362F8C"/>
    <w:rsid w:val="00363A5A"/>
    <w:rsid w:val="00365BA5"/>
    <w:rsid w:val="00365CB8"/>
    <w:rsid w:val="0036616A"/>
    <w:rsid w:val="00372EA4"/>
    <w:rsid w:val="00374B1B"/>
    <w:rsid w:val="00376712"/>
    <w:rsid w:val="00377C77"/>
    <w:rsid w:val="00381830"/>
    <w:rsid w:val="003828D1"/>
    <w:rsid w:val="0038574F"/>
    <w:rsid w:val="00385D41"/>
    <w:rsid w:val="00386C68"/>
    <w:rsid w:val="00387F23"/>
    <w:rsid w:val="00390575"/>
    <w:rsid w:val="0039144D"/>
    <w:rsid w:val="00392058"/>
    <w:rsid w:val="00393C77"/>
    <w:rsid w:val="00393D05"/>
    <w:rsid w:val="003946F6"/>
    <w:rsid w:val="00396198"/>
    <w:rsid w:val="00397242"/>
    <w:rsid w:val="003A00AE"/>
    <w:rsid w:val="003A65A7"/>
    <w:rsid w:val="003A65BB"/>
    <w:rsid w:val="003B1443"/>
    <w:rsid w:val="003B25FA"/>
    <w:rsid w:val="003B3B23"/>
    <w:rsid w:val="003B7F4C"/>
    <w:rsid w:val="003C436F"/>
    <w:rsid w:val="003C58DC"/>
    <w:rsid w:val="003C5E85"/>
    <w:rsid w:val="003C7EBF"/>
    <w:rsid w:val="003D06B0"/>
    <w:rsid w:val="003D11CB"/>
    <w:rsid w:val="003D2BEF"/>
    <w:rsid w:val="003D3A40"/>
    <w:rsid w:val="003D3A80"/>
    <w:rsid w:val="003D3AE1"/>
    <w:rsid w:val="003D468B"/>
    <w:rsid w:val="003D49C1"/>
    <w:rsid w:val="003D6A6A"/>
    <w:rsid w:val="003E0AEE"/>
    <w:rsid w:val="003E11DA"/>
    <w:rsid w:val="003E48C1"/>
    <w:rsid w:val="003F2C88"/>
    <w:rsid w:val="003F3729"/>
    <w:rsid w:val="003F5F61"/>
    <w:rsid w:val="003F6DD2"/>
    <w:rsid w:val="004042CC"/>
    <w:rsid w:val="0040435D"/>
    <w:rsid w:val="0040448A"/>
    <w:rsid w:val="00404A97"/>
    <w:rsid w:val="00410F88"/>
    <w:rsid w:val="004142E9"/>
    <w:rsid w:val="00416D8D"/>
    <w:rsid w:val="004212DE"/>
    <w:rsid w:val="0042191D"/>
    <w:rsid w:val="00421EAD"/>
    <w:rsid w:val="004271CA"/>
    <w:rsid w:val="00427434"/>
    <w:rsid w:val="00430E41"/>
    <w:rsid w:val="004339DE"/>
    <w:rsid w:val="004347AE"/>
    <w:rsid w:val="00442DD4"/>
    <w:rsid w:val="00442F76"/>
    <w:rsid w:val="00452AC4"/>
    <w:rsid w:val="004530F9"/>
    <w:rsid w:val="00455A48"/>
    <w:rsid w:val="00460092"/>
    <w:rsid w:val="00460BB4"/>
    <w:rsid w:val="0046127A"/>
    <w:rsid w:val="00462BB2"/>
    <w:rsid w:val="00464DF5"/>
    <w:rsid w:val="00466B6E"/>
    <w:rsid w:val="004710CC"/>
    <w:rsid w:val="00473A50"/>
    <w:rsid w:val="00475641"/>
    <w:rsid w:val="0047607D"/>
    <w:rsid w:val="00477650"/>
    <w:rsid w:val="00477EC8"/>
    <w:rsid w:val="00485D00"/>
    <w:rsid w:val="00487ACB"/>
    <w:rsid w:val="00490547"/>
    <w:rsid w:val="004922D4"/>
    <w:rsid w:val="00492766"/>
    <w:rsid w:val="0049743F"/>
    <w:rsid w:val="004A24E8"/>
    <w:rsid w:val="004A5017"/>
    <w:rsid w:val="004B0CD6"/>
    <w:rsid w:val="004B113A"/>
    <w:rsid w:val="004B3015"/>
    <w:rsid w:val="004B3107"/>
    <w:rsid w:val="004B3D66"/>
    <w:rsid w:val="004B5D43"/>
    <w:rsid w:val="004B68E1"/>
    <w:rsid w:val="004C0040"/>
    <w:rsid w:val="004C6585"/>
    <w:rsid w:val="004D0501"/>
    <w:rsid w:val="004D41B3"/>
    <w:rsid w:val="004D4346"/>
    <w:rsid w:val="004D75EA"/>
    <w:rsid w:val="004E0128"/>
    <w:rsid w:val="004E1988"/>
    <w:rsid w:val="004E2A9E"/>
    <w:rsid w:val="004E4040"/>
    <w:rsid w:val="004E5316"/>
    <w:rsid w:val="004E645D"/>
    <w:rsid w:val="004E6C3C"/>
    <w:rsid w:val="004F2E9C"/>
    <w:rsid w:val="004F45EC"/>
    <w:rsid w:val="004F58FC"/>
    <w:rsid w:val="004F618B"/>
    <w:rsid w:val="00503F4A"/>
    <w:rsid w:val="00504921"/>
    <w:rsid w:val="00507514"/>
    <w:rsid w:val="00507F14"/>
    <w:rsid w:val="00512E66"/>
    <w:rsid w:val="00514D65"/>
    <w:rsid w:val="00517BB2"/>
    <w:rsid w:val="00517C97"/>
    <w:rsid w:val="00520344"/>
    <w:rsid w:val="0052208E"/>
    <w:rsid w:val="00527605"/>
    <w:rsid w:val="0052789B"/>
    <w:rsid w:val="00534163"/>
    <w:rsid w:val="00534A34"/>
    <w:rsid w:val="00534B9C"/>
    <w:rsid w:val="00536B87"/>
    <w:rsid w:val="00542A68"/>
    <w:rsid w:val="00542F74"/>
    <w:rsid w:val="00543644"/>
    <w:rsid w:val="00545113"/>
    <w:rsid w:val="0054766C"/>
    <w:rsid w:val="00552D0D"/>
    <w:rsid w:val="00557C0A"/>
    <w:rsid w:val="00557E16"/>
    <w:rsid w:val="00562CFC"/>
    <w:rsid w:val="00563513"/>
    <w:rsid w:val="0056388B"/>
    <w:rsid w:val="00563AF8"/>
    <w:rsid w:val="0056423A"/>
    <w:rsid w:val="00564A27"/>
    <w:rsid w:val="005655A1"/>
    <w:rsid w:val="00567B8A"/>
    <w:rsid w:val="00567DC9"/>
    <w:rsid w:val="0057045E"/>
    <w:rsid w:val="00571149"/>
    <w:rsid w:val="00571D51"/>
    <w:rsid w:val="00571E63"/>
    <w:rsid w:val="00572CDD"/>
    <w:rsid w:val="005762B5"/>
    <w:rsid w:val="00577437"/>
    <w:rsid w:val="00577E97"/>
    <w:rsid w:val="005814B5"/>
    <w:rsid w:val="00583F1B"/>
    <w:rsid w:val="005847A2"/>
    <w:rsid w:val="00585786"/>
    <w:rsid w:val="00587A1F"/>
    <w:rsid w:val="005933CF"/>
    <w:rsid w:val="005A22AA"/>
    <w:rsid w:val="005A4011"/>
    <w:rsid w:val="005A4702"/>
    <w:rsid w:val="005A5084"/>
    <w:rsid w:val="005A6D5B"/>
    <w:rsid w:val="005A6E77"/>
    <w:rsid w:val="005A7439"/>
    <w:rsid w:val="005A7E4F"/>
    <w:rsid w:val="005B282C"/>
    <w:rsid w:val="005B57EA"/>
    <w:rsid w:val="005B5EE1"/>
    <w:rsid w:val="005B6DCA"/>
    <w:rsid w:val="005B73D7"/>
    <w:rsid w:val="005B7E15"/>
    <w:rsid w:val="005C0BFB"/>
    <w:rsid w:val="005C12CD"/>
    <w:rsid w:val="005C5669"/>
    <w:rsid w:val="005C7C42"/>
    <w:rsid w:val="005D13CF"/>
    <w:rsid w:val="005D4F18"/>
    <w:rsid w:val="005E19F4"/>
    <w:rsid w:val="005E3AB7"/>
    <w:rsid w:val="005E4160"/>
    <w:rsid w:val="005E5DAE"/>
    <w:rsid w:val="005F403B"/>
    <w:rsid w:val="00602D90"/>
    <w:rsid w:val="0060490E"/>
    <w:rsid w:val="00604F8B"/>
    <w:rsid w:val="00606F01"/>
    <w:rsid w:val="00613253"/>
    <w:rsid w:val="00620F45"/>
    <w:rsid w:val="006221AB"/>
    <w:rsid w:val="00623301"/>
    <w:rsid w:val="00626A20"/>
    <w:rsid w:val="0062719B"/>
    <w:rsid w:val="00630763"/>
    <w:rsid w:val="006345D1"/>
    <w:rsid w:val="00636E2A"/>
    <w:rsid w:val="00636FE2"/>
    <w:rsid w:val="00637093"/>
    <w:rsid w:val="00637DB0"/>
    <w:rsid w:val="00637E19"/>
    <w:rsid w:val="00640B69"/>
    <w:rsid w:val="00641199"/>
    <w:rsid w:val="0064185B"/>
    <w:rsid w:val="00641B15"/>
    <w:rsid w:val="00641D64"/>
    <w:rsid w:val="00642B21"/>
    <w:rsid w:val="00646036"/>
    <w:rsid w:val="006521BC"/>
    <w:rsid w:val="00655714"/>
    <w:rsid w:val="00657097"/>
    <w:rsid w:val="00657B02"/>
    <w:rsid w:val="006614F8"/>
    <w:rsid w:val="00662BDA"/>
    <w:rsid w:val="00667DA5"/>
    <w:rsid w:val="00670448"/>
    <w:rsid w:val="006717B0"/>
    <w:rsid w:val="00676D39"/>
    <w:rsid w:val="0068003B"/>
    <w:rsid w:val="00680EA5"/>
    <w:rsid w:val="006820AA"/>
    <w:rsid w:val="0068394E"/>
    <w:rsid w:val="00686C17"/>
    <w:rsid w:val="006874EA"/>
    <w:rsid w:val="006900A5"/>
    <w:rsid w:val="0069500C"/>
    <w:rsid w:val="00695C1C"/>
    <w:rsid w:val="006A2EFB"/>
    <w:rsid w:val="006B3CF9"/>
    <w:rsid w:val="006B701A"/>
    <w:rsid w:val="006B7508"/>
    <w:rsid w:val="006C0437"/>
    <w:rsid w:val="006C1526"/>
    <w:rsid w:val="006C449B"/>
    <w:rsid w:val="006C62FE"/>
    <w:rsid w:val="006C7BB3"/>
    <w:rsid w:val="006D3A5F"/>
    <w:rsid w:val="006D3AE1"/>
    <w:rsid w:val="006D445F"/>
    <w:rsid w:val="006D6837"/>
    <w:rsid w:val="006D7497"/>
    <w:rsid w:val="006D7975"/>
    <w:rsid w:val="006E0255"/>
    <w:rsid w:val="006E16AF"/>
    <w:rsid w:val="006E299C"/>
    <w:rsid w:val="006E4DC7"/>
    <w:rsid w:val="006E639B"/>
    <w:rsid w:val="006E7EFB"/>
    <w:rsid w:val="006F3201"/>
    <w:rsid w:val="006F3AD4"/>
    <w:rsid w:val="006F53BE"/>
    <w:rsid w:val="006F7328"/>
    <w:rsid w:val="0070027E"/>
    <w:rsid w:val="007016DD"/>
    <w:rsid w:val="00702882"/>
    <w:rsid w:val="007036FC"/>
    <w:rsid w:val="00704157"/>
    <w:rsid w:val="007056F6"/>
    <w:rsid w:val="00707243"/>
    <w:rsid w:val="00707802"/>
    <w:rsid w:val="00712C40"/>
    <w:rsid w:val="007175BD"/>
    <w:rsid w:val="00720B7B"/>
    <w:rsid w:val="00723049"/>
    <w:rsid w:val="00725EA8"/>
    <w:rsid w:val="0072662E"/>
    <w:rsid w:val="007268A4"/>
    <w:rsid w:val="00726AFE"/>
    <w:rsid w:val="00727B68"/>
    <w:rsid w:val="00736203"/>
    <w:rsid w:val="007433C3"/>
    <w:rsid w:val="007465BF"/>
    <w:rsid w:val="007477D6"/>
    <w:rsid w:val="00751965"/>
    <w:rsid w:val="0075302B"/>
    <w:rsid w:val="00754B3F"/>
    <w:rsid w:val="00761FC7"/>
    <w:rsid w:val="007627E1"/>
    <w:rsid w:val="00766CD0"/>
    <w:rsid w:val="00774E9C"/>
    <w:rsid w:val="00781C59"/>
    <w:rsid w:val="007846A0"/>
    <w:rsid w:val="007916BF"/>
    <w:rsid w:val="00793C7B"/>
    <w:rsid w:val="007A2F6B"/>
    <w:rsid w:val="007A5A7F"/>
    <w:rsid w:val="007A5DC3"/>
    <w:rsid w:val="007B28BF"/>
    <w:rsid w:val="007B4FEE"/>
    <w:rsid w:val="007C2344"/>
    <w:rsid w:val="007C7D81"/>
    <w:rsid w:val="007D2457"/>
    <w:rsid w:val="007D2F43"/>
    <w:rsid w:val="007D5A07"/>
    <w:rsid w:val="007D6B64"/>
    <w:rsid w:val="007D6CAE"/>
    <w:rsid w:val="007E27D6"/>
    <w:rsid w:val="007E6EEA"/>
    <w:rsid w:val="007E75D5"/>
    <w:rsid w:val="007E7C32"/>
    <w:rsid w:val="007E7E13"/>
    <w:rsid w:val="007E7F62"/>
    <w:rsid w:val="007F449C"/>
    <w:rsid w:val="007F56A6"/>
    <w:rsid w:val="007F65DA"/>
    <w:rsid w:val="007F6F86"/>
    <w:rsid w:val="007F7E2C"/>
    <w:rsid w:val="00800E68"/>
    <w:rsid w:val="00802D43"/>
    <w:rsid w:val="0080396A"/>
    <w:rsid w:val="00803DA2"/>
    <w:rsid w:val="00805FC6"/>
    <w:rsid w:val="00806D06"/>
    <w:rsid w:val="00806DED"/>
    <w:rsid w:val="00806FF4"/>
    <w:rsid w:val="00810D6B"/>
    <w:rsid w:val="008112A3"/>
    <w:rsid w:val="00814F7F"/>
    <w:rsid w:val="00816731"/>
    <w:rsid w:val="00821532"/>
    <w:rsid w:val="0082250B"/>
    <w:rsid w:val="00823DFD"/>
    <w:rsid w:val="008241A5"/>
    <w:rsid w:val="0082489F"/>
    <w:rsid w:val="00824A4B"/>
    <w:rsid w:val="008331D8"/>
    <w:rsid w:val="008334E2"/>
    <w:rsid w:val="0083381C"/>
    <w:rsid w:val="008338AC"/>
    <w:rsid w:val="00834997"/>
    <w:rsid w:val="008349CC"/>
    <w:rsid w:val="00835663"/>
    <w:rsid w:val="00842286"/>
    <w:rsid w:val="0084244E"/>
    <w:rsid w:val="0084300D"/>
    <w:rsid w:val="00844453"/>
    <w:rsid w:val="00850F19"/>
    <w:rsid w:val="00851BCF"/>
    <w:rsid w:val="0085494B"/>
    <w:rsid w:val="00855823"/>
    <w:rsid w:val="008577A8"/>
    <w:rsid w:val="00864F98"/>
    <w:rsid w:val="00866350"/>
    <w:rsid w:val="00866668"/>
    <w:rsid w:val="00871843"/>
    <w:rsid w:val="0087220B"/>
    <w:rsid w:val="00873803"/>
    <w:rsid w:val="008752FB"/>
    <w:rsid w:val="00877A24"/>
    <w:rsid w:val="008805A3"/>
    <w:rsid w:val="00882462"/>
    <w:rsid w:val="00882F77"/>
    <w:rsid w:val="00885E11"/>
    <w:rsid w:val="00885E32"/>
    <w:rsid w:val="00890CAC"/>
    <w:rsid w:val="00891510"/>
    <w:rsid w:val="008922E6"/>
    <w:rsid w:val="008929E0"/>
    <w:rsid w:val="00893B65"/>
    <w:rsid w:val="00894390"/>
    <w:rsid w:val="008A175B"/>
    <w:rsid w:val="008A30B7"/>
    <w:rsid w:val="008B1D23"/>
    <w:rsid w:val="008B30B9"/>
    <w:rsid w:val="008B371A"/>
    <w:rsid w:val="008B780D"/>
    <w:rsid w:val="008C0843"/>
    <w:rsid w:val="008C0F82"/>
    <w:rsid w:val="008C1FCE"/>
    <w:rsid w:val="008C4F3B"/>
    <w:rsid w:val="008C5A84"/>
    <w:rsid w:val="008C6F46"/>
    <w:rsid w:val="008D12BB"/>
    <w:rsid w:val="008D24D8"/>
    <w:rsid w:val="008D491E"/>
    <w:rsid w:val="008D4F18"/>
    <w:rsid w:val="008D5EF8"/>
    <w:rsid w:val="008D716A"/>
    <w:rsid w:val="008D74A4"/>
    <w:rsid w:val="008E315E"/>
    <w:rsid w:val="008E32EC"/>
    <w:rsid w:val="008E5217"/>
    <w:rsid w:val="008E5B39"/>
    <w:rsid w:val="008E701E"/>
    <w:rsid w:val="008F0530"/>
    <w:rsid w:val="008F319B"/>
    <w:rsid w:val="008F335F"/>
    <w:rsid w:val="008F4E08"/>
    <w:rsid w:val="008F56C2"/>
    <w:rsid w:val="008F6510"/>
    <w:rsid w:val="008F6D3E"/>
    <w:rsid w:val="009036F6"/>
    <w:rsid w:val="0090693D"/>
    <w:rsid w:val="00910726"/>
    <w:rsid w:val="00913937"/>
    <w:rsid w:val="00915675"/>
    <w:rsid w:val="00915949"/>
    <w:rsid w:val="00915ADB"/>
    <w:rsid w:val="009173B3"/>
    <w:rsid w:val="009218CD"/>
    <w:rsid w:val="00925028"/>
    <w:rsid w:val="00925A89"/>
    <w:rsid w:val="009274E3"/>
    <w:rsid w:val="00932E97"/>
    <w:rsid w:val="009368B4"/>
    <w:rsid w:val="00936A0E"/>
    <w:rsid w:val="0093794B"/>
    <w:rsid w:val="009441ED"/>
    <w:rsid w:val="009449A5"/>
    <w:rsid w:val="00951769"/>
    <w:rsid w:val="00952052"/>
    <w:rsid w:val="00952133"/>
    <w:rsid w:val="00953CED"/>
    <w:rsid w:val="009571C5"/>
    <w:rsid w:val="009602B7"/>
    <w:rsid w:val="009703D5"/>
    <w:rsid w:val="009706B9"/>
    <w:rsid w:val="00973DD2"/>
    <w:rsid w:val="009747D3"/>
    <w:rsid w:val="00976473"/>
    <w:rsid w:val="009802AA"/>
    <w:rsid w:val="00980CBF"/>
    <w:rsid w:val="00981DC9"/>
    <w:rsid w:val="00982354"/>
    <w:rsid w:val="00983570"/>
    <w:rsid w:val="00990284"/>
    <w:rsid w:val="00990FCD"/>
    <w:rsid w:val="00996580"/>
    <w:rsid w:val="00996FFE"/>
    <w:rsid w:val="009A3C41"/>
    <w:rsid w:val="009A4E98"/>
    <w:rsid w:val="009A6917"/>
    <w:rsid w:val="009A7414"/>
    <w:rsid w:val="009B3912"/>
    <w:rsid w:val="009B6682"/>
    <w:rsid w:val="009C42E7"/>
    <w:rsid w:val="009C4D8C"/>
    <w:rsid w:val="009C5A08"/>
    <w:rsid w:val="009C7690"/>
    <w:rsid w:val="009D134E"/>
    <w:rsid w:val="009D23B8"/>
    <w:rsid w:val="009D2525"/>
    <w:rsid w:val="009D2F87"/>
    <w:rsid w:val="009D42CD"/>
    <w:rsid w:val="009D6A47"/>
    <w:rsid w:val="009E20D1"/>
    <w:rsid w:val="009E2387"/>
    <w:rsid w:val="009E275F"/>
    <w:rsid w:val="009E2947"/>
    <w:rsid w:val="009E2E17"/>
    <w:rsid w:val="009E38CC"/>
    <w:rsid w:val="009E5D0B"/>
    <w:rsid w:val="009E5FCF"/>
    <w:rsid w:val="009F1EDF"/>
    <w:rsid w:val="009F575D"/>
    <w:rsid w:val="009F64A6"/>
    <w:rsid w:val="009F7288"/>
    <w:rsid w:val="009F7EFD"/>
    <w:rsid w:val="00A0150D"/>
    <w:rsid w:val="00A0173E"/>
    <w:rsid w:val="00A05B62"/>
    <w:rsid w:val="00A06CCF"/>
    <w:rsid w:val="00A10C14"/>
    <w:rsid w:val="00A10EAC"/>
    <w:rsid w:val="00A148F9"/>
    <w:rsid w:val="00A22383"/>
    <w:rsid w:val="00A24BE6"/>
    <w:rsid w:val="00A270EB"/>
    <w:rsid w:val="00A27798"/>
    <w:rsid w:val="00A30040"/>
    <w:rsid w:val="00A31948"/>
    <w:rsid w:val="00A34043"/>
    <w:rsid w:val="00A35A12"/>
    <w:rsid w:val="00A372FF"/>
    <w:rsid w:val="00A40469"/>
    <w:rsid w:val="00A41B71"/>
    <w:rsid w:val="00A51A19"/>
    <w:rsid w:val="00A5248F"/>
    <w:rsid w:val="00A56994"/>
    <w:rsid w:val="00A60813"/>
    <w:rsid w:val="00A64484"/>
    <w:rsid w:val="00A715DB"/>
    <w:rsid w:val="00A75901"/>
    <w:rsid w:val="00A760F3"/>
    <w:rsid w:val="00A777FB"/>
    <w:rsid w:val="00A81100"/>
    <w:rsid w:val="00A83B6A"/>
    <w:rsid w:val="00A83CEE"/>
    <w:rsid w:val="00A84964"/>
    <w:rsid w:val="00A84BD2"/>
    <w:rsid w:val="00A85B36"/>
    <w:rsid w:val="00A86D0A"/>
    <w:rsid w:val="00A876B0"/>
    <w:rsid w:val="00A91001"/>
    <w:rsid w:val="00A97B9E"/>
    <w:rsid w:val="00AA01FD"/>
    <w:rsid w:val="00AA085A"/>
    <w:rsid w:val="00AA088B"/>
    <w:rsid w:val="00AA101E"/>
    <w:rsid w:val="00AA3519"/>
    <w:rsid w:val="00AA4318"/>
    <w:rsid w:val="00AA65B0"/>
    <w:rsid w:val="00AB010A"/>
    <w:rsid w:val="00AB0A7B"/>
    <w:rsid w:val="00AB0A8D"/>
    <w:rsid w:val="00AB3FCC"/>
    <w:rsid w:val="00AB47B5"/>
    <w:rsid w:val="00AB5506"/>
    <w:rsid w:val="00AC09F4"/>
    <w:rsid w:val="00AC3CCD"/>
    <w:rsid w:val="00AC67CD"/>
    <w:rsid w:val="00AD6DBF"/>
    <w:rsid w:val="00AD7357"/>
    <w:rsid w:val="00AE26C3"/>
    <w:rsid w:val="00AE3D4E"/>
    <w:rsid w:val="00AF072A"/>
    <w:rsid w:val="00AF0783"/>
    <w:rsid w:val="00AF155D"/>
    <w:rsid w:val="00AF2CCC"/>
    <w:rsid w:val="00AF6524"/>
    <w:rsid w:val="00B001EF"/>
    <w:rsid w:val="00B00BE1"/>
    <w:rsid w:val="00B02303"/>
    <w:rsid w:val="00B058DB"/>
    <w:rsid w:val="00B067D4"/>
    <w:rsid w:val="00B06BE1"/>
    <w:rsid w:val="00B078C6"/>
    <w:rsid w:val="00B1127D"/>
    <w:rsid w:val="00B12D6E"/>
    <w:rsid w:val="00B1429E"/>
    <w:rsid w:val="00B1585C"/>
    <w:rsid w:val="00B2002B"/>
    <w:rsid w:val="00B22639"/>
    <w:rsid w:val="00B23799"/>
    <w:rsid w:val="00B30557"/>
    <w:rsid w:val="00B33EC2"/>
    <w:rsid w:val="00B34EDD"/>
    <w:rsid w:val="00B37FA0"/>
    <w:rsid w:val="00B40545"/>
    <w:rsid w:val="00B40737"/>
    <w:rsid w:val="00B40879"/>
    <w:rsid w:val="00B43171"/>
    <w:rsid w:val="00B448A8"/>
    <w:rsid w:val="00B47AF6"/>
    <w:rsid w:val="00B47EE7"/>
    <w:rsid w:val="00B529F6"/>
    <w:rsid w:val="00B53AFF"/>
    <w:rsid w:val="00B54470"/>
    <w:rsid w:val="00B56A1E"/>
    <w:rsid w:val="00B63ECF"/>
    <w:rsid w:val="00B64CFE"/>
    <w:rsid w:val="00B716FC"/>
    <w:rsid w:val="00B717C3"/>
    <w:rsid w:val="00B71B08"/>
    <w:rsid w:val="00B73C02"/>
    <w:rsid w:val="00B76A52"/>
    <w:rsid w:val="00B77DB6"/>
    <w:rsid w:val="00B802A2"/>
    <w:rsid w:val="00B80C19"/>
    <w:rsid w:val="00B82A84"/>
    <w:rsid w:val="00B838B0"/>
    <w:rsid w:val="00B861D3"/>
    <w:rsid w:val="00B921B3"/>
    <w:rsid w:val="00B92E4B"/>
    <w:rsid w:val="00BA040E"/>
    <w:rsid w:val="00BA7478"/>
    <w:rsid w:val="00BB116F"/>
    <w:rsid w:val="00BC0A34"/>
    <w:rsid w:val="00BC18DE"/>
    <w:rsid w:val="00BC4C74"/>
    <w:rsid w:val="00BC7498"/>
    <w:rsid w:val="00BD194C"/>
    <w:rsid w:val="00BD2B02"/>
    <w:rsid w:val="00BD3D8A"/>
    <w:rsid w:val="00BD5EF6"/>
    <w:rsid w:val="00BE2635"/>
    <w:rsid w:val="00BF238B"/>
    <w:rsid w:val="00BF42EC"/>
    <w:rsid w:val="00C00D3A"/>
    <w:rsid w:val="00C01A80"/>
    <w:rsid w:val="00C036D0"/>
    <w:rsid w:val="00C105C2"/>
    <w:rsid w:val="00C11179"/>
    <w:rsid w:val="00C13F19"/>
    <w:rsid w:val="00C262DD"/>
    <w:rsid w:val="00C30000"/>
    <w:rsid w:val="00C341D6"/>
    <w:rsid w:val="00C3606B"/>
    <w:rsid w:val="00C37519"/>
    <w:rsid w:val="00C40110"/>
    <w:rsid w:val="00C40904"/>
    <w:rsid w:val="00C4205C"/>
    <w:rsid w:val="00C50FC5"/>
    <w:rsid w:val="00C51245"/>
    <w:rsid w:val="00C51B31"/>
    <w:rsid w:val="00C51D21"/>
    <w:rsid w:val="00C548F3"/>
    <w:rsid w:val="00C54E1F"/>
    <w:rsid w:val="00C56DDB"/>
    <w:rsid w:val="00C63322"/>
    <w:rsid w:val="00C63BC9"/>
    <w:rsid w:val="00C644A1"/>
    <w:rsid w:val="00C65676"/>
    <w:rsid w:val="00C74748"/>
    <w:rsid w:val="00C76036"/>
    <w:rsid w:val="00C82916"/>
    <w:rsid w:val="00C830C5"/>
    <w:rsid w:val="00C8313E"/>
    <w:rsid w:val="00C842DD"/>
    <w:rsid w:val="00C84372"/>
    <w:rsid w:val="00C90142"/>
    <w:rsid w:val="00C90D1A"/>
    <w:rsid w:val="00C93043"/>
    <w:rsid w:val="00C95E37"/>
    <w:rsid w:val="00CA42F5"/>
    <w:rsid w:val="00CA4D65"/>
    <w:rsid w:val="00CA7D15"/>
    <w:rsid w:val="00CB5526"/>
    <w:rsid w:val="00CB62A5"/>
    <w:rsid w:val="00CB7403"/>
    <w:rsid w:val="00CC0BD7"/>
    <w:rsid w:val="00CD0E33"/>
    <w:rsid w:val="00CD3B4E"/>
    <w:rsid w:val="00CD7B0B"/>
    <w:rsid w:val="00CE1D4F"/>
    <w:rsid w:val="00CE273A"/>
    <w:rsid w:val="00CE3641"/>
    <w:rsid w:val="00CF0478"/>
    <w:rsid w:val="00CF1600"/>
    <w:rsid w:val="00CF183B"/>
    <w:rsid w:val="00CF274B"/>
    <w:rsid w:val="00CF2ACE"/>
    <w:rsid w:val="00CF3D28"/>
    <w:rsid w:val="00CF7E8F"/>
    <w:rsid w:val="00D05BF4"/>
    <w:rsid w:val="00D12684"/>
    <w:rsid w:val="00D14A2C"/>
    <w:rsid w:val="00D213B9"/>
    <w:rsid w:val="00D21A43"/>
    <w:rsid w:val="00D24E86"/>
    <w:rsid w:val="00D25C83"/>
    <w:rsid w:val="00D26703"/>
    <w:rsid w:val="00D26B9E"/>
    <w:rsid w:val="00D30296"/>
    <w:rsid w:val="00D33242"/>
    <w:rsid w:val="00D34FEC"/>
    <w:rsid w:val="00D357E9"/>
    <w:rsid w:val="00D35E87"/>
    <w:rsid w:val="00D40604"/>
    <w:rsid w:val="00D43524"/>
    <w:rsid w:val="00D43B60"/>
    <w:rsid w:val="00D43BB9"/>
    <w:rsid w:val="00D4411E"/>
    <w:rsid w:val="00D447B2"/>
    <w:rsid w:val="00D467B8"/>
    <w:rsid w:val="00D47D6D"/>
    <w:rsid w:val="00D53D03"/>
    <w:rsid w:val="00D56923"/>
    <w:rsid w:val="00D571ED"/>
    <w:rsid w:val="00D57384"/>
    <w:rsid w:val="00D6051B"/>
    <w:rsid w:val="00D64E4F"/>
    <w:rsid w:val="00D66617"/>
    <w:rsid w:val="00D704B5"/>
    <w:rsid w:val="00D70539"/>
    <w:rsid w:val="00D73039"/>
    <w:rsid w:val="00D75B4E"/>
    <w:rsid w:val="00D77DB5"/>
    <w:rsid w:val="00D77E5B"/>
    <w:rsid w:val="00D809F0"/>
    <w:rsid w:val="00D8121C"/>
    <w:rsid w:val="00D81DD3"/>
    <w:rsid w:val="00D8279E"/>
    <w:rsid w:val="00D82C21"/>
    <w:rsid w:val="00D83008"/>
    <w:rsid w:val="00D83A79"/>
    <w:rsid w:val="00D84A80"/>
    <w:rsid w:val="00D85CF1"/>
    <w:rsid w:val="00D8732C"/>
    <w:rsid w:val="00D87796"/>
    <w:rsid w:val="00D93FB1"/>
    <w:rsid w:val="00DA1C23"/>
    <w:rsid w:val="00DA3F0E"/>
    <w:rsid w:val="00DA6AF2"/>
    <w:rsid w:val="00DA7173"/>
    <w:rsid w:val="00DB371A"/>
    <w:rsid w:val="00DB6273"/>
    <w:rsid w:val="00DB7703"/>
    <w:rsid w:val="00DC1071"/>
    <w:rsid w:val="00DC4214"/>
    <w:rsid w:val="00DD65CF"/>
    <w:rsid w:val="00DD6681"/>
    <w:rsid w:val="00DE0DE5"/>
    <w:rsid w:val="00DE2136"/>
    <w:rsid w:val="00DE3A61"/>
    <w:rsid w:val="00DE4534"/>
    <w:rsid w:val="00DE4A44"/>
    <w:rsid w:val="00DE5658"/>
    <w:rsid w:val="00DE5B0B"/>
    <w:rsid w:val="00DE5E2B"/>
    <w:rsid w:val="00DE60DB"/>
    <w:rsid w:val="00DE78DB"/>
    <w:rsid w:val="00DF20DE"/>
    <w:rsid w:val="00DF39D0"/>
    <w:rsid w:val="00DF3BED"/>
    <w:rsid w:val="00DF6124"/>
    <w:rsid w:val="00DF6DEA"/>
    <w:rsid w:val="00E004F4"/>
    <w:rsid w:val="00E028E0"/>
    <w:rsid w:val="00E03A23"/>
    <w:rsid w:val="00E065F6"/>
    <w:rsid w:val="00E06E56"/>
    <w:rsid w:val="00E07D54"/>
    <w:rsid w:val="00E13D0D"/>
    <w:rsid w:val="00E142A7"/>
    <w:rsid w:val="00E17993"/>
    <w:rsid w:val="00E33B81"/>
    <w:rsid w:val="00E33D57"/>
    <w:rsid w:val="00E343EC"/>
    <w:rsid w:val="00E357B0"/>
    <w:rsid w:val="00E37BA8"/>
    <w:rsid w:val="00E41898"/>
    <w:rsid w:val="00E45545"/>
    <w:rsid w:val="00E507B0"/>
    <w:rsid w:val="00E509F6"/>
    <w:rsid w:val="00E50A05"/>
    <w:rsid w:val="00E521F7"/>
    <w:rsid w:val="00E527C5"/>
    <w:rsid w:val="00E60746"/>
    <w:rsid w:val="00E61604"/>
    <w:rsid w:val="00E61917"/>
    <w:rsid w:val="00E62A02"/>
    <w:rsid w:val="00E62AAC"/>
    <w:rsid w:val="00E704F7"/>
    <w:rsid w:val="00E733A5"/>
    <w:rsid w:val="00E745A6"/>
    <w:rsid w:val="00E74664"/>
    <w:rsid w:val="00E75FFC"/>
    <w:rsid w:val="00E771BB"/>
    <w:rsid w:val="00E819C8"/>
    <w:rsid w:val="00E8212A"/>
    <w:rsid w:val="00E836DB"/>
    <w:rsid w:val="00E840E4"/>
    <w:rsid w:val="00E8574E"/>
    <w:rsid w:val="00E86C96"/>
    <w:rsid w:val="00E93714"/>
    <w:rsid w:val="00E942A3"/>
    <w:rsid w:val="00E96E44"/>
    <w:rsid w:val="00EA25F4"/>
    <w:rsid w:val="00EA3059"/>
    <w:rsid w:val="00EA332E"/>
    <w:rsid w:val="00EA5F6D"/>
    <w:rsid w:val="00EA6B95"/>
    <w:rsid w:val="00EB004D"/>
    <w:rsid w:val="00EB157A"/>
    <w:rsid w:val="00EB43E3"/>
    <w:rsid w:val="00EB4CA3"/>
    <w:rsid w:val="00EB5001"/>
    <w:rsid w:val="00EC2A0A"/>
    <w:rsid w:val="00EC2AE5"/>
    <w:rsid w:val="00EC5B84"/>
    <w:rsid w:val="00EC6711"/>
    <w:rsid w:val="00EC6BA9"/>
    <w:rsid w:val="00ED2327"/>
    <w:rsid w:val="00ED36D8"/>
    <w:rsid w:val="00ED4804"/>
    <w:rsid w:val="00ED6FE5"/>
    <w:rsid w:val="00ED7FBC"/>
    <w:rsid w:val="00EE518D"/>
    <w:rsid w:val="00EE6584"/>
    <w:rsid w:val="00EF1306"/>
    <w:rsid w:val="00EF16D9"/>
    <w:rsid w:val="00EF6AD8"/>
    <w:rsid w:val="00F00512"/>
    <w:rsid w:val="00F0074A"/>
    <w:rsid w:val="00F03630"/>
    <w:rsid w:val="00F03F9E"/>
    <w:rsid w:val="00F05561"/>
    <w:rsid w:val="00F12464"/>
    <w:rsid w:val="00F1299F"/>
    <w:rsid w:val="00F2270A"/>
    <w:rsid w:val="00F24853"/>
    <w:rsid w:val="00F25072"/>
    <w:rsid w:val="00F25DA5"/>
    <w:rsid w:val="00F26FF8"/>
    <w:rsid w:val="00F3030C"/>
    <w:rsid w:val="00F30683"/>
    <w:rsid w:val="00F41B06"/>
    <w:rsid w:val="00F45CDA"/>
    <w:rsid w:val="00F4605E"/>
    <w:rsid w:val="00F4667A"/>
    <w:rsid w:val="00F50806"/>
    <w:rsid w:val="00F511E9"/>
    <w:rsid w:val="00F5129F"/>
    <w:rsid w:val="00F60E10"/>
    <w:rsid w:val="00F61DF4"/>
    <w:rsid w:val="00F629FB"/>
    <w:rsid w:val="00F62E46"/>
    <w:rsid w:val="00F70DAC"/>
    <w:rsid w:val="00F71A01"/>
    <w:rsid w:val="00F74113"/>
    <w:rsid w:val="00F76425"/>
    <w:rsid w:val="00F76D89"/>
    <w:rsid w:val="00F8008D"/>
    <w:rsid w:val="00F81ADF"/>
    <w:rsid w:val="00F81C37"/>
    <w:rsid w:val="00F8480A"/>
    <w:rsid w:val="00F856BB"/>
    <w:rsid w:val="00F8601E"/>
    <w:rsid w:val="00F94985"/>
    <w:rsid w:val="00F94BF7"/>
    <w:rsid w:val="00F951A9"/>
    <w:rsid w:val="00FA5A78"/>
    <w:rsid w:val="00FA5BBD"/>
    <w:rsid w:val="00FA6F0E"/>
    <w:rsid w:val="00FB0623"/>
    <w:rsid w:val="00FB07CC"/>
    <w:rsid w:val="00FB43AF"/>
    <w:rsid w:val="00FB4886"/>
    <w:rsid w:val="00FC0B8E"/>
    <w:rsid w:val="00FC566F"/>
    <w:rsid w:val="00FC60CD"/>
    <w:rsid w:val="00FC61C1"/>
    <w:rsid w:val="00FD2C0F"/>
    <w:rsid w:val="00FD5615"/>
    <w:rsid w:val="00FD63F0"/>
    <w:rsid w:val="00FD7163"/>
    <w:rsid w:val="00FE3DCC"/>
    <w:rsid w:val="00FE4E30"/>
    <w:rsid w:val="00FE5327"/>
    <w:rsid w:val="00FE62BE"/>
    <w:rsid w:val="00FF32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76EA65D"/>
  <w15:docId w15:val="{C15A44ED-96AA-4434-826F-32CC16A5B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uiPriority w:val="99"/>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paragraph" w:customStyle="1" w:styleId="paragraph">
    <w:name w:val="paragraph"/>
    <w:basedOn w:val="Standard"/>
    <w:rsid w:val="00321849"/>
    <w:pPr>
      <w:spacing w:before="100" w:beforeAutospacing="1" w:after="100" w:afterAutospacing="1"/>
    </w:pPr>
  </w:style>
  <w:style w:type="character" w:customStyle="1" w:styleId="normaltextrun">
    <w:name w:val="normaltextrun"/>
    <w:basedOn w:val="Absatz-Standardschriftart"/>
    <w:rsid w:val="00321849"/>
  </w:style>
  <w:style w:type="character" w:customStyle="1" w:styleId="eop">
    <w:name w:val="eop"/>
    <w:basedOn w:val="Absatz-Standardschriftart"/>
    <w:rsid w:val="00321849"/>
  </w:style>
  <w:style w:type="character" w:styleId="NichtaufgelsteErwhnung">
    <w:name w:val="Unresolved Mention"/>
    <w:basedOn w:val="Absatz-Standardschriftart"/>
    <w:uiPriority w:val="99"/>
    <w:semiHidden/>
    <w:unhideWhenUsed/>
    <w:rsid w:val="0093794B"/>
    <w:rPr>
      <w:color w:val="605E5C"/>
      <w:shd w:val="clear" w:color="auto" w:fill="E1DFDD"/>
    </w:rPr>
  </w:style>
  <w:style w:type="character" w:customStyle="1" w:styleId="scxw248875852">
    <w:name w:val="scxw248875852"/>
    <w:basedOn w:val="Absatz-Standardschriftart"/>
    <w:rsid w:val="000C4553"/>
  </w:style>
  <w:style w:type="character" w:customStyle="1" w:styleId="scxw62470789">
    <w:name w:val="scxw62470789"/>
    <w:basedOn w:val="Absatz-Standardschriftart"/>
    <w:rsid w:val="000C4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26326581">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172062241">
      <w:bodyDiv w:val="1"/>
      <w:marLeft w:val="0"/>
      <w:marRight w:val="0"/>
      <w:marTop w:val="0"/>
      <w:marBottom w:val="0"/>
      <w:divBdr>
        <w:top w:val="none" w:sz="0" w:space="0" w:color="auto"/>
        <w:left w:val="none" w:sz="0" w:space="0" w:color="auto"/>
        <w:bottom w:val="none" w:sz="0" w:space="0" w:color="auto"/>
        <w:right w:val="none" w:sz="0" w:space="0" w:color="auto"/>
      </w:divBdr>
      <w:divsChild>
        <w:div w:id="1046567337">
          <w:marLeft w:val="0"/>
          <w:marRight w:val="0"/>
          <w:marTop w:val="0"/>
          <w:marBottom w:val="0"/>
          <w:divBdr>
            <w:top w:val="none" w:sz="0" w:space="0" w:color="auto"/>
            <w:left w:val="none" w:sz="0" w:space="0" w:color="auto"/>
            <w:bottom w:val="none" w:sz="0" w:space="0" w:color="auto"/>
            <w:right w:val="none" w:sz="0" w:space="0" w:color="auto"/>
          </w:divBdr>
          <w:divsChild>
            <w:div w:id="1962614467">
              <w:marLeft w:val="0"/>
              <w:marRight w:val="0"/>
              <w:marTop w:val="0"/>
              <w:marBottom w:val="0"/>
              <w:divBdr>
                <w:top w:val="none" w:sz="0" w:space="0" w:color="auto"/>
                <w:left w:val="none" w:sz="0" w:space="0" w:color="auto"/>
                <w:bottom w:val="none" w:sz="0" w:space="0" w:color="auto"/>
                <w:right w:val="none" w:sz="0" w:space="0" w:color="auto"/>
              </w:divBdr>
              <w:divsChild>
                <w:div w:id="955134986">
                  <w:marLeft w:val="0"/>
                  <w:marRight w:val="0"/>
                  <w:marTop w:val="0"/>
                  <w:marBottom w:val="0"/>
                  <w:divBdr>
                    <w:top w:val="none" w:sz="0" w:space="0" w:color="auto"/>
                    <w:left w:val="none" w:sz="0" w:space="0" w:color="auto"/>
                    <w:bottom w:val="none" w:sz="0" w:space="0" w:color="auto"/>
                    <w:right w:val="none" w:sz="0" w:space="0" w:color="auto"/>
                  </w:divBdr>
                  <w:divsChild>
                    <w:div w:id="1776050071">
                      <w:marLeft w:val="0"/>
                      <w:marRight w:val="0"/>
                      <w:marTop w:val="0"/>
                      <w:marBottom w:val="0"/>
                      <w:divBdr>
                        <w:top w:val="none" w:sz="0" w:space="0" w:color="auto"/>
                        <w:left w:val="none" w:sz="0" w:space="0" w:color="auto"/>
                        <w:bottom w:val="none" w:sz="0" w:space="0" w:color="auto"/>
                        <w:right w:val="none" w:sz="0" w:space="0" w:color="auto"/>
                      </w:divBdr>
                      <w:divsChild>
                        <w:div w:id="1001590334">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984009">
          <w:marLeft w:val="0"/>
          <w:marRight w:val="0"/>
          <w:marTop w:val="0"/>
          <w:marBottom w:val="0"/>
          <w:divBdr>
            <w:top w:val="none" w:sz="0" w:space="0" w:color="auto"/>
            <w:left w:val="none" w:sz="0" w:space="0" w:color="auto"/>
            <w:bottom w:val="none" w:sz="0" w:space="0" w:color="auto"/>
            <w:right w:val="none" w:sz="0" w:space="0" w:color="auto"/>
          </w:divBdr>
          <w:divsChild>
            <w:div w:id="39060189">
              <w:marLeft w:val="0"/>
              <w:marRight w:val="0"/>
              <w:marTop w:val="0"/>
              <w:marBottom w:val="0"/>
              <w:divBdr>
                <w:top w:val="none" w:sz="0" w:space="0" w:color="auto"/>
                <w:left w:val="none" w:sz="0" w:space="0" w:color="auto"/>
                <w:bottom w:val="none" w:sz="0" w:space="0" w:color="auto"/>
                <w:right w:val="none" w:sz="0" w:space="0" w:color="auto"/>
              </w:divBdr>
              <w:divsChild>
                <w:div w:id="1489516595">
                  <w:marLeft w:val="0"/>
                  <w:marRight w:val="0"/>
                  <w:marTop w:val="0"/>
                  <w:marBottom w:val="0"/>
                  <w:divBdr>
                    <w:top w:val="none" w:sz="0" w:space="0" w:color="auto"/>
                    <w:left w:val="none" w:sz="0" w:space="0" w:color="auto"/>
                    <w:bottom w:val="none" w:sz="0" w:space="0" w:color="auto"/>
                    <w:right w:val="none" w:sz="0" w:space="0" w:color="auto"/>
                  </w:divBdr>
                  <w:divsChild>
                    <w:div w:id="2094617321">
                      <w:marLeft w:val="0"/>
                      <w:marRight w:val="0"/>
                      <w:marTop w:val="0"/>
                      <w:marBottom w:val="360"/>
                      <w:divBdr>
                        <w:top w:val="none" w:sz="0" w:space="0" w:color="auto"/>
                        <w:left w:val="none" w:sz="0" w:space="0" w:color="auto"/>
                        <w:bottom w:val="none" w:sz="0" w:space="0" w:color="auto"/>
                        <w:right w:val="none" w:sz="0" w:space="0" w:color="auto"/>
                      </w:divBdr>
                      <w:divsChild>
                        <w:div w:id="1386489305">
                          <w:marLeft w:val="0"/>
                          <w:marRight w:val="0"/>
                          <w:marTop w:val="0"/>
                          <w:marBottom w:val="0"/>
                          <w:divBdr>
                            <w:top w:val="none" w:sz="0" w:space="0" w:color="auto"/>
                            <w:left w:val="none" w:sz="0" w:space="0" w:color="auto"/>
                            <w:bottom w:val="none" w:sz="0" w:space="0" w:color="auto"/>
                            <w:right w:val="none" w:sz="0" w:space="0" w:color="auto"/>
                          </w:divBdr>
                          <w:divsChild>
                            <w:div w:id="11213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296329998">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331566242">
      <w:bodyDiv w:val="1"/>
      <w:marLeft w:val="0"/>
      <w:marRight w:val="0"/>
      <w:marTop w:val="0"/>
      <w:marBottom w:val="0"/>
      <w:divBdr>
        <w:top w:val="none" w:sz="0" w:space="0" w:color="auto"/>
        <w:left w:val="none" w:sz="0" w:space="0" w:color="auto"/>
        <w:bottom w:val="none" w:sz="0" w:space="0" w:color="auto"/>
        <w:right w:val="none" w:sz="0" w:space="0" w:color="auto"/>
      </w:divBdr>
      <w:divsChild>
        <w:div w:id="1761608993">
          <w:marLeft w:val="0"/>
          <w:marRight w:val="0"/>
          <w:marTop w:val="0"/>
          <w:marBottom w:val="0"/>
          <w:divBdr>
            <w:top w:val="none" w:sz="0" w:space="0" w:color="auto"/>
            <w:left w:val="none" w:sz="0" w:space="0" w:color="auto"/>
            <w:bottom w:val="none" w:sz="0" w:space="0" w:color="auto"/>
            <w:right w:val="none" w:sz="0" w:space="0" w:color="auto"/>
          </w:divBdr>
          <w:divsChild>
            <w:div w:id="1720519433">
              <w:marLeft w:val="0"/>
              <w:marRight w:val="0"/>
              <w:marTop w:val="0"/>
              <w:marBottom w:val="0"/>
              <w:divBdr>
                <w:top w:val="none" w:sz="0" w:space="0" w:color="auto"/>
                <w:left w:val="none" w:sz="0" w:space="0" w:color="auto"/>
                <w:bottom w:val="none" w:sz="0" w:space="0" w:color="auto"/>
                <w:right w:val="none" w:sz="0" w:space="0" w:color="auto"/>
              </w:divBdr>
              <w:divsChild>
                <w:div w:id="1650017661">
                  <w:marLeft w:val="0"/>
                  <w:marRight w:val="0"/>
                  <w:marTop w:val="0"/>
                  <w:marBottom w:val="0"/>
                  <w:divBdr>
                    <w:top w:val="none" w:sz="0" w:space="0" w:color="auto"/>
                    <w:left w:val="none" w:sz="0" w:space="0" w:color="auto"/>
                    <w:bottom w:val="none" w:sz="0" w:space="0" w:color="auto"/>
                    <w:right w:val="none" w:sz="0" w:space="0" w:color="auto"/>
                  </w:divBdr>
                  <w:divsChild>
                    <w:div w:id="1330905884">
                      <w:marLeft w:val="0"/>
                      <w:marRight w:val="0"/>
                      <w:marTop w:val="0"/>
                      <w:marBottom w:val="360"/>
                      <w:divBdr>
                        <w:top w:val="none" w:sz="0" w:space="0" w:color="auto"/>
                        <w:left w:val="none" w:sz="0" w:space="0" w:color="auto"/>
                        <w:bottom w:val="none" w:sz="0" w:space="0" w:color="auto"/>
                        <w:right w:val="none" w:sz="0" w:space="0" w:color="auto"/>
                      </w:divBdr>
                      <w:divsChild>
                        <w:div w:id="1289972352">
                          <w:marLeft w:val="0"/>
                          <w:marRight w:val="0"/>
                          <w:marTop w:val="0"/>
                          <w:marBottom w:val="0"/>
                          <w:divBdr>
                            <w:top w:val="none" w:sz="0" w:space="0" w:color="auto"/>
                            <w:left w:val="none" w:sz="0" w:space="0" w:color="auto"/>
                            <w:bottom w:val="none" w:sz="0" w:space="0" w:color="auto"/>
                            <w:right w:val="none" w:sz="0" w:space="0" w:color="auto"/>
                          </w:divBdr>
                          <w:divsChild>
                            <w:div w:id="196792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5148392">
          <w:marLeft w:val="0"/>
          <w:marRight w:val="0"/>
          <w:marTop w:val="0"/>
          <w:marBottom w:val="0"/>
          <w:divBdr>
            <w:top w:val="none" w:sz="0" w:space="0" w:color="auto"/>
            <w:left w:val="none" w:sz="0" w:space="0" w:color="auto"/>
            <w:bottom w:val="none" w:sz="0" w:space="0" w:color="auto"/>
            <w:right w:val="none" w:sz="0" w:space="0" w:color="auto"/>
          </w:divBdr>
          <w:divsChild>
            <w:div w:id="356856091">
              <w:marLeft w:val="0"/>
              <w:marRight w:val="0"/>
              <w:marTop w:val="0"/>
              <w:marBottom w:val="0"/>
              <w:divBdr>
                <w:top w:val="none" w:sz="0" w:space="0" w:color="auto"/>
                <w:left w:val="none" w:sz="0" w:space="0" w:color="auto"/>
                <w:bottom w:val="none" w:sz="0" w:space="0" w:color="auto"/>
                <w:right w:val="none" w:sz="0" w:space="0" w:color="auto"/>
              </w:divBdr>
              <w:divsChild>
                <w:div w:id="97651313">
                  <w:marLeft w:val="0"/>
                  <w:marRight w:val="0"/>
                  <w:marTop w:val="0"/>
                  <w:marBottom w:val="0"/>
                  <w:divBdr>
                    <w:top w:val="none" w:sz="0" w:space="0" w:color="auto"/>
                    <w:left w:val="none" w:sz="0" w:space="0" w:color="auto"/>
                    <w:bottom w:val="none" w:sz="0" w:space="0" w:color="auto"/>
                    <w:right w:val="none" w:sz="0" w:space="0" w:color="auto"/>
                  </w:divBdr>
                  <w:divsChild>
                    <w:div w:id="731391883">
                      <w:marLeft w:val="0"/>
                      <w:marRight w:val="0"/>
                      <w:marTop w:val="0"/>
                      <w:marBottom w:val="0"/>
                      <w:divBdr>
                        <w:top w:val="none" w:sz="0" w:space="0" w:color="auto"/>
                        <w:left w:val="none" w:sz="0" w:space="0" w:color="auto"/>
                        <w:bottom w:val="none" w:sz="0" w:space="0" w:color="auto"/>
                        <w:right w:val="none" w:sz="0" w:space="0" w:color="auto"/>
                      </w:divBdr>
                      <w:divsChild>
                        <w:div w:id="1127625162">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535850829">
      <w:bodyDiv w:val="1"/>
      <w:marLeft w:val="0"/>
      <w:marRight w:val="0"/>
      <w:marTop w:val="0"/>
      <w:marBottom w:val="0"/>
      <w:divBdr>
        <w:top w:val="none" w:sz="0" w:space="0" w:color="auto"/>
        <w:left w:val="none" w:sz="0" w:space="0" w:color="auto"/>
        <w:bottom w:val="none" w:sz="0" w:space="0" w:color="auto"/>
        <w:right w:val="none" w:sz="0" w:space="0" w:color="auto"/>
      </w:divBdr>
    </w:div>
    <w:div w:id="1593126893">
      <w:bodyDiv w:val="1"/>
      <w:marLeft w:val="0"/>
      <w:marRight w:val="0"/>
      <w:marTop w:val="0"/>
      <w:marBottom w:val="0"/>
      <w:divBdr>
        <w:top w:val="none" w:sz="0" w:space="0" w:color="auto"/>
        <w:left w:val="none" w:sz="0" w:space="0" w:color="auto"/>
        <w:bottom w:val="none" w:sz="0" w:space="0" w:color="auto"/>
        <w:right w:val="none" w:sz="0" w:space="0" w:color="auto"/>
      </w:divBdr>
    </w:div>
    <w:div w:id="1619218903">
      <w:bodyDiv w:val="1"/>
      <w:marLeft w:val="0"/>
      <w:marRight w:val="0"/>
      <w:marTop w:val="0"/>
      <w:marBottom w:val="0"/>
      <w:divBdr>
        <w:top w:val="none" w:sz="0" w:space="0" w:color="auto"/>
        <w:left w:val="none" w:sz="0" w:space="0" w:color="auto"/>
        <w:bottom w:val="none" w:sz="0" w:space="0" w:color="auto"/>
        <w:right w:val="none" w:sz="0" w:space="0" w:color="auto"/>
      </w:divBdr>
    </w:div>
    <w:div w:id="1623533700">
      <w:bodyDiv w:val="1"/>
      <w:marLeft w:val="0"/>
      <w:marRight w:val="0"/>
      <w:marTop w:val="0"/>
      <w:marBottom w:val="0"/>
      <w:divBdr>
        <w:top w:val="none" w:sz="0" w:space="0" w:color="auto"/>
        <w:left w:val="none" w:sz="0" w:space="0" w:color="auto"/>
        <w:bottom w:val="none" w:sz="0" w:space="0" w:color="auto"/>
        <w:right w:val="none" w:sz="0" w:space="0" w:color="auto"/>
      </w:divBdr>
    </w:div>
    <w:div w:id="1641611294">
      <w:bodyDiv w:val="1"/>
      <w:marLeft w:val="0"/>
      <w:marRight w:val="0"/>
      <w:marTop w:val="0"/>
      <w:marBottom w:val="0"/>
      <w:divBdr>
        <w:top w:val="none" w:sz="0" w:space="0" w:color="auto"/>
        <w:left w:val="none" w:sz="0" w:space="0" w:color="auto"/>
        <w:bottom w:val="none" w:sz="0" w:space="0" w:color="auto"/>
        <w:right w:val="none" w:sz="0" w:space="0" w:color="auto"/>
      </w:divBdr>
      <w:divsChild>
        <w:div w:id="722874417">
          <w:marLeft w:val="0"/>
          <w:marRight w:val="0"/>
          <w:marTop w:val="0"/>
          <w:marBottom w:val="0"/>
          <w:divBdr>
            <w:top w:val="none" w:sz="0" w:space="0" w:color="auto"/>
            <w:left w:val="none" w:sz="0" w:space="0" w:color="auto"/>
            <w:bottom w:val="none" w:sz="0" w:space="0" w:color="auto"/>
            <w:right w:val="none" w:sz="0" w:space="0" w:color="auto"/>
          </w:divBdr>
          <w:divsChild>
            <w:div w:id="1375351722">
              <w:marLeft w:val="0"/>
              <w:marRight w:val="0"/>
              <w:marTop w:val="0"/>
              <w:marBottom w:val="0"/>
              <w:divBdr>
                <w:top w:val="none" w:sz="0" w:space="0" w:color="auto"/>
                <w:left w:val="none" w:sz="0" w:space="0" w:color="auto"/>
                <w:bottom w:val="none" w:sz="0" w:space="0" w:color="auto"/>
                <w:right w:val="none" w:sz="0" w:space="0" w:color="auto"/>
              </w:divBdr>
              <w:divsChild>
                <w:div w:id="1659766690">
                  <w:marLeft w:val="0"/>
                  <w:marRight w:val="0"/>
                  <w:marTop w:val="0"/>
                  <w:marBottom w:val="0"/>
                  <w:divBdr>
                    <w:top w:val="none" w:sz="0" w:space="0" w:color="auto"/>
                    <w:left w:val="none" w:sz="0" w:space="0" w:color="auto"/>
                    <w:bottom w:val="none" w:sz="0" w:space="0" w:color="auto"/>
                    <w:right w:val="none" w:sz="0" w:space="0" w:color="auto"/>
                  </w:divBdr>
                  <w:divsChild>
                    <w:div w:id="1511942314">
                      <w:marLeft w:val="0"/>
                      <w:marRight w:val="0"/>
                      <w:marTop w:val="0"/>
                      <w:marBottom w:val="0"/>
                      <w:divBdr>
                        <w:top w:val="none" w:sz="0" w:space="0" w:color="auto"/>
                        <w:left w:val="none" w:sz="0" w:space="0" w:color="auto"/>
                        <w:bottom w:val="none" w:sz="0" w:space="0" w:color="auto"/>
                        <w:right w:val="none" w:sz="0" w:space="0" w:color="auto"/>
                      </w:divBdr>
                      <w:divsChild>
                        <w:div w:id="196237390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994566">
          <w:marLeft w:val="0"/>
          <w:marRight w:val="0"/>
          <w:marTop w:val="0"/>
          <w:marBottom w:val="0"/>
          <w:divBdr>
            <w:top w:val="none" w:sz="0" w:space="0" w:color="auto"/>
            <w:left w:val="none" w:sz="0" w:space="0" w:color="auto"/>
            <w:bottom w:val="none" w:sz="0" w:space="0" w:color="auto"/>
            <w:right w:val="none" w:sz="0" w:space="0" w:color="auto"/>
          </w:divBdr>
          <w:divsChild>
            <w:div w:id="1739016533">
              <w:marLeft w:val="0"/>
              <w:marRight w:val="0"/>
              <w:marTop w:val="0"/>
              <w:marBottom w:val="0"/>
              <w:divBdr>
                <w:top w:val="none" w:sz="0" w:space="0" w:color="auto"/>
                <w:left w:val="none" w:sz="0" w:space="0" w:color="auto"/>
                <w:bottom w:val="none" w:sz="0" w:space="0" w:color="auto"/>
                <w:right w:val="none" w:sz="0" w:space="0" w:color="auto"/>
              </w:divBdr>
              <w:divsChild>
                <w:div w:id="1603370699">
                  <w:marLeft w:val="0"/>
                  <w:marRight w:val="0"/>
                  <w:marTop w:val="0"/>
                  <w:marBottom w:val="0"/>
                  <w:divBdr>
                    <w:top w:val="none" w:sz="0" w:space="0" w:color="auto"/>
                    <w:left w:val="none" w:sz="0" w:space="0" w:color="auto"/>
                    <w:bottom w:val="none" w:sz="0" w:space="0" w:color="auto"/>
                    <w:right w:val="none" w:sz="0" w:space="0" w:color="auto"/>
                  </w:divBdr>
                  <w:divsChild>
                    <w:div w:id="900560496">
                      <w:marLeft w:val="0"/>
                      <w:marRight w:val="0"/>
                      <w:marTop w:val="0"/>
                      <w:marBottom w:val="360"/>
                      <w:divBdr>
                        <w:top w:val="none" w:sz="0" w:space="0" w:color="auto"/>
                        <w:left w:val="none" w:sz="0" w:space="0" w:color="auto"/>
                        <w:bottom w:val="none" w:sz="0" w:space="0" w:color="auto"/>
                        <w:right w:val="none" w:sz="0" w:space="0" w:color="auto"/>
                      </w:divBdr>
                      <w:divsChild>
                        <w:div w:id="597569449">
                          <w:marLeft w:val="0"/>
                          <w:marRight w:val="0"/>
                          <w:marTop w:val="0"/>
                          <w:marBottom w:val="0"/>
                          <w:divBdr>
                            <w:top w:val="none" w:sz="0" w:space="0" w:color="auto"/>
                            <w:left w:val="none" w:sz="0" w:space="0" w:color="auto"/>
                            <w:bottom w:val="none" w:sz="0" w:space="0" w:color="auto"/>
                            <w:right w:val="none" w:sz="0" w:space="0" w:color="auto"/>
                          </w:divBdr>
                          <w:divsChild>
                            <w:div w:id="2058428476">
                              <w:marLeft w:val="0"/>
                              <w:marRight w:val="0"/>
                              <w:marTop w:val="0"/>
                              <w:marBottom w:val="0"/>
                              <w:divBdr>
                                <w:top w:val="none" w:sz="0" w:space="0" w:color="auto"/>
                                <w:left w:val="none" w:sz="0" w:space="0" w:color="auto"/>
                                <w:bottom w:val="none" w:sz="0" w:space="0" w:color="auto"/>
                                <w:right w:val="none" w:sz="0" w:space="0" w:color="auto"/>
                              </w:divBdr>
                            </w:div>
                          </w:divsChild>
                        </w:div>
                        <w:div w:id="1697653634">
                          <w:marLeft w:val="0"/>
                          <w:marRight w:val="0"/>
                          <w:marTop w:val="0"/>
                          <w:marBottom w:val="0"/>
                          <w:divBdr>
                            <w:top w:val="none" w:sz="0" w:space="0" w:color="auto"/>
                            <w:left w:val="none" w:sz="0" w:space="0" w:color="auto"/>
                            <w:bottom w:val="none" w:sz="0" w:space="0" w:color="auto"/>
                            <w:right w:val="none" w:sz="0" w:space="0" w:color="auto"/>
                          </w:divBdr>
                          <w:divsChild>
                            <w:div w:id="199690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1128335">
      <w:bodyDiv w:val="1"/>
      <w:marLeft w:val="0"/>
      <w:marRight w:val="0"/>
      <w:marTop w:val="0"/>
      <w:marBottom w:val="0"/>
      <w:divBdr>
        <w:top w:val="none" w:sz="0" w:space="0" w:color="auto"/>
        <w:left w:val="none" w:sz="0" w:space="0" w:color="auto"/>
        <w:bottom w:val="none" w:sz="0" w:space="0" w:color="auto"/>
        <w:right w:val="none" w:sz="0" w:space="0" w:color="auto"/>
      </w:divBdr>
    </w:div>
    <w:div w:id="1680422128">
      <w:bodyDiv w:val="1"/>
      <w:marLeft w:val="0"/>
      <w:marRight w:val="0"/>
      <w:marTop w:val="0"/>
      <w:marBottom w:val="0"/>
      <w:divBdr>
        <w:top w:val="none" w:sz="0" w:space="0" w:color="auto"/>
        <w:left w:val="none" w:sz="0" w:space="0" w:color="auto"/>
        <w:bottom w:val="none" w:sz="0" w:space="0" w:color="auto"/>
        <w:right w:val="none" w:sz="0" w:space="0" w:color="auto"/>
      </w:divBdr>
    </w:div>
    <w:div w:id="1742437806">
      <w:bodyDiv w:val="1"/>
      <w:marLeft w:val="0"/>
      <w:marRight w:val="0"/>
      <w:marTop w:val="0"/>
      <w:marBottom w:val="0"/>
      <w:divBdr>
        <w:top w:val="none" w:sz="0" w:space="0" w:color="auto"/>
        <w:left w:val="none" w:sz="0" w:space="0" w:color="auto"/>
        <w:bottom w:val="none" w:sz="0" w:space="0" w:color="auto"/>
        <w:right w:val="none" w:sz="0" w:space="0" w:color="auto"/>
      </w:divBdr>
      <w:divsChild>
        <w:div w:id="1407648787">
          <w:marLeft w:val="0"/>
          <w:marRight w:val="0"/>
          <w:marTop w:val="0"/>
          <w:marBottom w:val="0"/>
          <w:divBdr>
            <w:top w:val="none" w:sz="0" w:space="0" w:color="auto"/>
            <w:left w:val="none" w:sz="0" w:space="0" w:color="auto"/>
            <w:bottom w:val="none" w:sz="0" w:space="0" w:color="auto"/>
            <w:right w:val="none" w:sz="0" w:space="0" w:color="auto"/>
          </w:divBdr>
          <w:divsChild>
            <w:div w:id="1019307991">
              <w:marLeft w:val="0"/>
              <w:marRight w:val="0"/>
              <w:marTop w:val="0"/>
              <w:marBottom w:val="0"/>
              <w:divBdr>
                <w:top w:val="none" w:sz="0" w:space="0" w:color="auto"/>
                <w:left w:val="none" w:sz="0" w:space="0" w:color="auto"/>
                <w:bottom w:val="none" w:sz="0" w:space="0" w:color="auto"/>
                <w:right w:val="none" w:sz="0" w:space="0" w:color="auto"/>
              </w:divBdr>
              <w:divsChild>
                <w:div w:id="1327512728">
                  <w:marLeft w:val="0"/>
                  <w:marRight w:val="0"/>
                  <w:marTop w:val="0"/>
                  <w:marBottom w:val="0"/>
                  <w:divBdr>
                    <w:top w:val="none" w:sz="0" w:space="0" w:color="auto"/>
                    <w:left w:val="none" w:sz="0" w:space="0" w:color="auto"/>
                    <w:bottom w:val="none" w:sz="0" w:space="0" w:color="auto"/>
                    <w:right w:val="none" w:sz="0" w:space="0" w:color="auto"/>
                  </w:divBdr>
                  <w:divsChild>
                    <w:div w:id="1570651896">
                      <w:marLeft w:val="0"/>
                      <w:marRight w:val="0"/>
                      <w:marTop w:val="0"/>
                      <w:marBottom w:val="0"/>
                      <w:divBdr>
                        <w:top w:val="none" w:sz="0" w:space="0" w:color="auto"/>
                        <w:left w:val="none" w:sz="0" w:space="0" w:color="auto"/>
                        <w:bottom w:val="none" w:sz="0" w:space="0" w:color="auto"/>
                        <w:right w:val="none" w:sz="0" w:space="0" w:color="auto"/>
                      </w:divBdr>
                      <w:divsChild>
                        <w:div w:id="66625312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0542836">
          <w:marLeft w:val="0"/>
          <w:marRight w:val="0"/>
          <w:marTop w:val="0"/>
          <w:marBottom w:val="0"/>
          <w:divBdr>
            <w:top w:val="none" w:sz="0" w:space="0" w:color="auto"/>
            <w:left w:val="none" w:sz="0" w:space="0" w:color="auto"/>
            <w:bottom w:val="none" w:sz="0" w:space="0" w:color="auto"/>
            <w:right w:val="none" w:sz="0" w:space="0" w:color="auto"/>
          </w:divBdr>
          <w:divsChild>
            <w:div w:id="847214389">
              <w:marLeft w:val="0"/>
              <w:marRight w:val="0"/>
              <w:marTop w:val="0"/>
              <w:marBottom w:val="0"/>
              <w:divBdr>
                <w:top w:val="none" w:sz="0" w:space="0" w:color="auto"/>
                <w:left w:val="none" w:sz="0" w:space="0" w:color="auto"/>
                <w:bottom w:val="none" w:sz="0" w:space="0" w:color="auto"/>
                <w:right w:val="none" w:sz="0" w:space="0" w:color="auto"/>
              </w:divBdr>
              <w:divsChild>
                <w:div w:id="513805921">
                  <w:marLeft w:val="0"/>
                  <w:marRight w:val="0"/>
                  <w:marTop w:val="0"/>
                  <w:marBottom w:val="0"/>
                  <w:divBdr>
                    <w:top w:val="none" w:sz="0" w:space="0" w:color="auto"/>
                    <w:left w:val="none" w:sz="0" w:space="0" w:color="auto"/>
                    <w:bottom w:val="none" w:sz="0" w:space="0" w:color="auto"/>
                    <w:right w:val="none" w:sz="0" w:space="0" w:color="auto"/>
                  </w:divBdr>
                  <w:divsChild>
                    <w:div w:id="1843660307">
                      <w:marLeft w:val="0"/>
                      <w:marRight w:val="0"/>
                      <w:marTop w:val="0"/>
                      <w:marBottom w:val="360"/>
                      <w:divBdr>
                        <w:top w:val="none" w:sz="0" w:space="0" w:color="auto"/>
                        <w:left w:val="none" w:sz="0" w:space="0" w:color="auto"/>
                        <w:bottom w:val="none" w:sz="0" w:space="0" w:color="auto"/>
                        <w:right w:val="none" w:sz="0" w:space="0" w:color="auto"/>
                      </w:divBdr>
                      <w:divsChild>
                        <w:div w:id="1296176295">
                          <w:marLeft w:val="0"/>
                          <w:marRight w:val="0"/>
                          <w:marTop w:val="0"/>
                          <w:marBottom w:val="0"/>
                          <w:divBdr>
                            <w:top w:val="none" w:sz="0" w:space="0" w:color="auto"/>
                            <w:left w:val="none" w:sz="0" w:space="0" w:color="auto"/>
                            <w:bottom w:val="none" w:sz="0" w:space="0" w:color="auto"/>
                            <w:right w:val="none" w:sz="0" w:space="0" w:color="auto"/>
                          </w:divBdr>
                        </w:div>
                        <w:div w:id="164851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plan.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EPLAN Data Portal|cc98c005-f68b-42ea-810f-2f5bc2378a91</c084bc24c1e64f8c9b68fad9cc28389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false</Public>
    <AllottedTo xmlns="fcaa16aa-9828-44b5-a207-aac2c72098bb">
      <Value>EPLAN</Value>
    </AllottedTo>
    <TaxCatchAll xmlns="fcaa16aa-9828-44b5-a207-aac2c72098bb">
      <Value>103</Value>
      <Value>1</Value>
      <Value>42</Value>
    </TaxCatchAl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2.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http://schemas.microsoft.com/sharepoint.v3"/>
    <ds:schemaRef ds:uri="fcaa16aa-9828-44b5-a207-aac2c72098bb"/>
  </ds:schemaRefs>
</ds:datastoreItem>
</file>

<file path=customXml/itemProps3.xml><?xml version="1.0" encoding="utf-8"?>
<ds:datastoreItem xmlns:ds="http://schemas.openxmlformats.org/officeDocument/2006/customXml" ds:itemID="{655F4D86-3C2D-4E7B-A966-673A105B4120}">
  <ds:schemaRefs>
    <ds:schemaRef ds:uri="http://schemas.openxmlformats.org/officeDocument/2006/bibliography"/>
  </ds:schemaRefs>
</ds:datastoreItem>
</file>

<file path=customXml/itemProps4.xml><?xml version="1.0" encoding="utf-8"?>
<ds:datastoreItem xmlns:ds="http://schemas.openxmlformats.org/officeDocument/2006/customXml" ds:itemID="{C1BC3FB4-5177-409E-AB30-0C3245D6F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4</Pages>
  <Words>830</Words>
  <Characters>5502</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Data Portal 2020</vt:lpstr>
      <vt:lpstr>Pressemeldung Eplan Harness proD 2 5</vt:lpstr>
    </vt:vector>
  </TitlesOfParts>
  <Company>Eplan</Company>
  <LinksUpToDate>false</LinksUpToDate>
  <CharactersWithSpaces>6320</CharactersWithSpaces>
  <SharedDoc>false</SharedDoc>
  <HLinks>
    <vt:vector size="6" baseType="variant">
      <vt:variant>
        <vt:i4>4325376</vt:i4>
      </vt:variant>
      <vt:variant>
        <vt:i4>0</vt:i4>
      </vt:variant>
      <vt:variant>
        <vt:i4>0</vt:i4>
      </vt:variant>
      <vt:variant>
        <vt:i4>5</vt:i4>
      </vt:variant>
      <vt:variant>
        <vt:lpwstr>http://www.eplan.com/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Data Portal 2020</dc:title>
  <dc:subject/>
  <dc:creator>hag</dc:creator>
  <cp:keywords/>
  <cp:lastModifiedBy>Sarah Benscheidt</cp:lastModifiedBy>
  <cp:revision>5</cp:revision>
  <cp:lastPrinted>2016-11-07T17:13:00Z</cp:lastPrinted>
  <dcterms:created xsi:type="dcterms:W3CDTF">2022-10-18T14:26:00Z</dcterms:created>
  <dcterms:modified xsi:type="dcterms:W3CDTF">2022-11-02T09:05:00Z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103;#EPLAN Data Portal|cc98c005-f68b-42ea-810f-2f5bc2378a91</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vt:lpwstr>
  </property>
</Properties>
</file>